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0C5A2" w14:textId="612C3791" w:rsidR="00301B82" w:rsidRDefault="00301B82" w:rsidP="00884F08">
      <w:pPr>
        <w:pStyle w:val="Titredudocument"/>
        <w:spacing w:before="100" w:after="100"/>
      </w:pPr>
      <w:r w:rsidRPr="003407D5">
        <w:t>Fiche élève</w:t>
      </w:r>
      <w:r w:rsidR="00686E11">
        <w:t xml:space="preserve"> </w:t>
      </w:r>
      <w:r>
        <w:t>- Lot</w:t>
      </w:r>
      <w:r w:rsidR="00686E11">
        <w:t> </w:t>
      </w:r>
      <w:r>
        <w:t>2</w:t>
      </w:r>
      <w:r w:rsidRPr="003407D5">
        <w:t xml:space="preserve"> </w:t>
      </w:r>
      <w:r>
        <w:t>–</w:t>
      </w:r>
      <w:r w:rsidRPr="003407D5">
        <w:t xml:space="preserve"> </w:t>
      </w:r>
      <w:r>
        <w:t>Effectuer des calculs ou comparer</w:t>
      </w:r>
      <w:r w:rsidR="00C3172B">
        <w:t xml:space="preserve"> des grandeurs</w:t>
      </w:r>
    </w:p>
    <w:p w14:paraId="2F041157" w14:textId="6853EAD6" w:rsidR="00C77172" w:rsidRPr="001D6646" w:rsidRDefault="001D6646" w:rsidP="00AF1706">
      <w:pPr>
        <w:pStyle w:val="Titre1"/>
      </w:pPr>
      <w:r w:rsidRPr="00F7465C">
        <w:t xml:space="preserve">Je </w:t>
      </w:r>
      <w:r>
        <w:t>comprends</w:t>
      </w:r>
    </w:p>
    <w:p w14:paraId="08778D88" w14:textId="77777777" w:rsidR="00AF1706" w:rsidRPr="00AF1706" w:rsidRDefault="00AF1706" w:rsidP="00AF1706">
      <w:pPr>
        <w:rPr>
          <w:b/>
          <w:noProof/>
          <w:color w:val="FF0000"/>
        </w:rPr>
      </w:pPr>
      <w:r w:rsidRPr="00AF1706">
        <w:rPr>
          <w:b/>
          <w:noProof/>
        </w:rPr>
        <w:t xml:space="preserve">Effectuer des calculs ou comparer des grandeurs </w:t>
      </w:r>
    </w:p>
    <w:p w14:paraId="6D7D488F" w14:textId="77777777" w:rsidR="00AF1706" w:rsidRPr="005F0000" w:rsidRDefault="00AF1706" w:rsidP="00AF1706">
      <w:r w:rsidRPr="005F0000">
        <w:t>Pour m’aider…</w:t>
      </w:r>
    </w:p>
    <w:p w14:paraId="7A5591F4" w14:textId="3CFB6694" w:rsidR="00AF1706" w:rsidRPr="005F0000" w:rsidRDefault="00AF1706" w:rsidP="00AF1706">
      <w:r w:rsidRPr="005F0000">
        <w:t xml:space="preserve">Pour </w:t>
      </w:r>
      <w:r w:rsidRPr="005F0000">
        <w:rPr>
          <w:b/>
        </w:rPr>
        <w:t xml:space="preserve">comparer </w:t>
      </w:r>
      <w:r w:rsidRPr="005F0000">
        <w:t>ou</w:t>
      </w:r>
      <w:r w:rsidRPr="005F0000">
        <w:rPr>
          <w:b/>
        </w:rPr>
        <w:t xml:space="preserve"> effectuer un calcul avec des grandeurs</w:t>
      </w:r>
      <w:r w:rsidRPr="005F0000">
        <w:t>, il faut s’assurer qu’elles soient exprimées dans la même unité.</w:t>
      </w:r>
    </w:p>
    <w:p w14:paraId="3FCD2F28" w14:textId="05D4DBDB" w:rsidR="00AF1706" w:rsidRPr="005F0000" w:rsidRDefault="00AF1706" w:rsidP="00AF1706">
      <w:r w:rsidRPr="005F0000">
        <w:t xml:space="preserve">Exemple : </w:t>
      </w:r>
      <w:r w:rsidRPr="005F0000">
        <w:rPr>
          <w:b/>
        </w:rPr>
        <w:t>comparer</w:t>
      </w:r>
      <w:r w:rsidRPr="005F0000">
        <w:t xml:space="preserve"> 41</w:t>
      </w:r>
      <w:r w:rsidR="00686E11">
        <w:t> </w:t>
      </w:r>
      <w:r w:rsidRPr="005F0000">
        <w:t>cm et 4,2</w:t>
      </w:r>
      <w:r w:rsidR="00686E11">
        <w:t> </w:t>
      </w:r>
      <w:r w:rsidRPr="005F0000">
        <w:t>dm.</w:t>
      </w:r>
    </w:p>
    <w:p w14:paraId="3D96F290" w14:textId="0A855BA7" w:rsidR="00AF1706" w:rsidRPr="005F0000" w:rsidRDefault="00AF1706" w:rsidP="00AF1706">
      <w:pPr>
        <w:pStyle w:val="Paragraphedeliste"/>
        <w:numPr>
          <w:ilvl w:val="0"/>
          <w:numId w:val="33"/>
        </w:numPr>
      </w:pPr>
      <w:r w:rsidRPr="005F0000">
        <w:t>On convertit : 41</w:t>
      </w:r>
      <w:r w:rsidR="00686E11">
        <w:t> </w:t>
      </w:r>
      <w:r w:rsidRPr="005F0000">
        <w:t>cm = 4,1</w:t>
      </w:r>
      <w:r w:rsidR="00686E11">
        <w:t> </w:t>
      </w:r>
      <w:r w:rsidRPr="005F0000">
        <w:t>dm.</w:t>
      </w:r>
      <w:r w:rsidRPr="005F0000">
        <w:tab/>
      </w:r>
    </w:p>
    <w:p w14:paraId="62E460C4" w14:textId="38DFCB9C" w:rsidR="00AF1706" w:rsidRPr="005F0000" w:rsidRDefault="00AF1706" w:rsidP="00AF1706">
      <w:pPr>
        <w:pStyle w:val="Paragraphedeliste"/>
        <w:numPr>
          <w:ilvl w:val="0"/>
          <w:numId w:val="33"/>
        </w:numPr>
      </w:pPr>
      <w:r w:rsidRPr="005F0000">
        <w:t>On compare : 4,1</w:t>
      </w:r>
      <w:r w:rsidR="00686E11">
        <w:t> </w:t>
      </w:r>
      <w:r w:rsidRPr="005F0000">
        <w:t>dm est inférieur à 4,2</w:t>
      </w:r>
      <w:r w:rsidR="00686E11">
        <w:t> </w:t>
      </w:r>
      <w:r w:rsidRPr="005F0000">
        <w:t>dm.</w:t>
      </w:r>
    </w:p>
    <w:p w14:paraId="6E6132F7" w14:textId="743C74BE" w:rsidR="00AF1706" w:rsidRPr="005F0000" w:rsidRDefault="00AF1706" w:rsidP="00AF1706">
      <w:pPr>
        <w:pStyle w:val="Paragraphedeliste"/>
        <w:numPr>
          <w:ilvl w:val="0"/>
          <w:numId w:val="33"/>
        </w:numPr>
      </w:pPr>
      <w:r w:rsidRPr="005F0000">
        <w:t>On conclut : 41</w:t>
      </w:r>
      <w:r w:rsidR="00686E11">
        <w:t> </w:t>
      </w:r>
      <w:r w:rsidRPr="005F0000">
        <w:t>cm &lt; 4,2</w:t>
      </w:r>
      <w:r w:rsidR="00686E11">
        <w:t> </w:t>
      </w:r>
      <w:r w:rsidRPr="005F0000">
        <w:t>dm.</w:t>
      </w:r>
    </w:p>
    <w:p w14:paraId="20EE73AF" w14:textId="1C952994" w:rsidR="00AF1706" w:rsidRPr="005F0000" w:rsidRDefault="00AF1706" w:rsidP="00AF1706">
      <w:r w:rsidRPr="005F0000">
        <w:t xml:space="preserve">Exemple : </w:t>
      </w:r>
      <w:r w:rsidRPr="005F0000">
        <w:rPr>
          <w:b/>
        </w:rPr>
        <w:t>calculer</w:t>
      </w:r>
      <w:r w:rsidRPr="005F0000">
        <w:t xml:space="preserve"> 67</w:t>
      </w:r>
      <w:r w:rsidR="00686E11">
        <w:t> </w:t>
      </w:r>
      <w:r w:rsidRPr="005F0000">
        <w:t>kg + 300</w:t>
      </w:r>
      <w:r w:rsidR="00686E11">
        <w:t> </w:t>
      </w:r>
      <w:r w:rsidRPr="005F0000">
        <w:t>g</w:t>
      </w:r>
    </w:p>
    <w:p w14:paraId="76D8B6F8" w14:textId="79FD06D8" w:rsidR="00AF1706" w:rsidRDefault="00AF1706" w:rsidP="00AF1706">
      <w:pPr>
        <w:pStyle w:val="Paragraphedeliste"/>
        <w:numPr>
          <w:ilvl w:val="0"/>
          <w:numId w:val="34"/>
        </w:numPr>
      </w:pPr>
      <w:r w:rsidRPr="005F0000">
        <w:t>On convertit 300</w:t>
      </w:r>
      <w:r w:rsidR="00686E11">
        <w:t> </w:t>
      </w:r>
      <w:r w:rsidRPr="005F0000">
        <w:t>g en kg ou 67</w:t>
      </w:r>
      <w:r w:rsidR="00686E11">
        <w:t> </w:t>
      </w:r>
      <w:r w:rsidRPr="005F0000">
        <w:t>kg en g.</w:t>
      </w:r>
    </w:p>
    <w:p w14:paraId="5D649D21" w14:textId="5FAD7BDE" w:rsidR="00AF1706" w:rsidRPr="005F0000" w:rsidRDefault="00AF1706" w:rsidP="00AF1706">
      <w:pPr>
        <w:pStyle w:val="Paragraphedeliste"/>
        <w:numPr>
          <w:ilvl w:val="0"/>
          <w:numId w:val="34"/>
        </w:numPr>
      </w:pPr>
      <w:r w:rsidRPr="005F0000">
        <w:t>On calcule : 67</w:t>
      </w:r>
      <w:r w:rsidR="00686E11">
        <w:t> </w:t>
      </w:r>
      <w:r w:rsidRPr="005F0000">
        <w:t>kg + 0,3</w:t>
      </w:r>
      <w:r w:rsidR="00686E11">
        <w:t> </w:t>
      </w:r>
      <w:r w:rsidRPr="005F0000">
        <w:t>kg = 67,3</w:t>
      </w:r>
      <w:r w:rsidR="00686E11">
        <w:t> </w:t>
      </w:r>
      <w:r w:rsidRPr="005F0000">
        <w:t>kg ou 67</w:t>
      </w:r>
      <w:r w:rsidR="00686E11">
        <w:t> </w:t>
      </w:r>
      <w:r w:rsidRPr="005F0000">
        <w:t>000</w:t>
      </w:r>
      <w:r w:rsidR="00686E11">
        <w:t> </w:t>
      </w:r>
      <w:r w:rsidRPr="005F0000">
        <w:t>g + 300</w:t>
      </w:r>
      <w:r w:rsidR="00686E11">
        <w:t> </w:t>
      </w:r>
      <w:r w:rsidRPr="005F0000">
        <w:t>g = 67</w:t>
      </w:r>
      <w:r w:rsidR="00686E11">
        <w:t> </w:t>
      </w:r>
      <w:r w:rsidRPr="005F0000">
        <w:t>300</w:t>
      </w:r>
      <w:r w:rsidR="00686E11">
        <w:t> </w:t>
      </w:r>
      <w:r w:rsidRPr="005F0000">
        <w:t>g.</w:t>
      </w:r>
    </w:p>
    <w:p w14:paraId="77ECD5E0" w14:textId="1275CB37" w:rsidR="00AF1706" w:rsidRPr="005F0000" w:rsidRDefault="00AF1706" w:rsidP="00AF1706">
      <w:r w:rsidRPr="005F0000">
        <w:t>Les deux réponses sont correctes</w:t>
      </w:r>
      <w:r w:rsidR="00686E11">
        <w:t> </w:t>
      </w:r>
      <w:r w:rsidRPr="005F0000">
        <w:t>; elles sont égales et exprimées dans deux unités différentes.</w:t>
      </w:r>
    </w:p>
    <w:p w14:paraId="655B0000" w14:textId="459DFF41" w:rsidR="00DA5E77" w:rsidRPr="00961942" w:rsidRDefault="00AF1706" w:rsidP="00AF1706">
      <w:pPr>
        <w:pStyle w:val="Titre1"/>
      </w:pPr>
      <w:r>
        <w:t>Je m’exerce</w:t>
      </w:r>
    </w:p>
    <w:p w14:paraId="1B2A66B5" w14:textId="165B9A31" w:rsidR="00970DA8" w:rsidRDefault="00970DA8" w:rsidP="00AF1706">
      <w:pPr>
        <w:pStyle w:val="Titre2"/>
      </w:pPr>
      <w:r w:rsidRPr="00970DA8">
        <w:t>Exercice</w:t>
      </w:r>
      <w:r w:rsidR="00686E11">
        <w:t> </w:t>
      </w:r>
      <w:r>
        <w:t>1</w:t>
      </w:r>
    </w:p>
    <w:p w14:paraId="0064CC2A" w14:textId="751E98D2" w:rsidR="00970DA8" w:rsidRPr="005C5F82" w:rsidRDefault="00970DA8" w:rsidP="00AF1706">
      <w:r w:rsidRPr="00970DA8">
        <w:t>Voici différentes contenances :</w:t>
      </w:r>
      <w:r>
        <w:t xml:space="preserve"> </w:t>
      </w:r>
      <w:r w:rsidRPr="005C5F82">
        <w:t>450</w:t>
      </w:r>
      <w:r w:rsidR="00686E11">
        <w:t> </w:t>
      </w:r>
      <w:r w:rsidRPr="005C5F82">
        <w:t>mL</w:t>
      </w:r>
      <w:r w:rsidR="00686E11">
        <w:t> </w:t>
      </w:r>
      <w:r w:rsidRPr="005C5F82">
        <w:t>; 4</w:t>
      </w:r>
      <w:r w:rsidR="00DD4BF8">
        <w:t xml:space="preserve"> </w:t>
      </w:r>
      <w:r w:rsidRPr="005C5F82">
        <w:t>500</w:t>
      </w:r>
      <w:r w:rsidR="00686E11">
        <w:t> </w:t>
      </w:r>
      <w:r w:rsidRPr="005C5F82">
        <w:t>c</w:t>
      </w:r>
      <w:r w:rsidR="0070492A">
        <w:t>L</w:t>
      </w:r>
      <w:r w:rsidR="00686E11">
        <w:t> </w:t>
      </w:r>
      <w:r w:rsidR="0070492A">
        <w:t>; 45</w:t>
      </w:r>
      <w:r w:rsidR="00DD206C">
        <w:t>0</w:t>
      </w:r>
      <w:r w:rsidR="0070492A">
        <w:t xml:space="preserve"> </w:t>
      </w:r>
      <w:r w:rsidR="00030DCD" w:rsidRPr="005C5F82">
        <w:t>L</w:t>
      </w:r>
      <w:r w:rsidR="00686E11">
        <w:t> </w:t>
      </w:r>
      <w:r w:rsidR="00030DCD" w:rsidRPr="005C5F82">
        <w:t>; 0,45</w:t>
      </w:r>
      <w:r w:rsidR="00686E11">
        <w:t> </w:t>
      </w:r>
      <w:r w:rsidR="00030DCD" w:rsidRPr="005C5F82">
        <w:t>dL.</w:t>
      </w:r>
    </w:p>
    <w:p w14:paraId="75880CE2" w14:textId="5AF14630" w:rsidR="00030DCD" w:rsidRPr="00425015" w:rsidRDefault="00AF1706" w:rsidP="00AF1706">
      <w:r w:rsidRPr="00560572">
        <w:rPr>
          <w:rFonts w:ascii="Marianne" w:hAnsi="Marianne"/>
        </w:rPr>
        <w:t>É</w:t>
      </w:r>
      <w:r w:rsidR="00030DCD" w:rsidRPr="00560572">
        <w:t>cr</w:t>
      </w:r>
      <w:r w:rsidR="00B32B45" w:rsidRPr="00560572">
        <w:t xml:space="preserve">ire toutes ces contenances en L </w:t>
      </w:r>
      <w:r w:rsidR="00030DCD" w:rsidRPr="00560572">
        <w:t xml:space="preserve">puis </w:t>
      </w:r>
      <w:r w:rsidR="00DD4BF8" w:rsidRPr="00560572">
        <w:t>les ordonner</w:t>
      </w:r>
      <w:r w:rsidR="00030DCD" w:rsidRPr="00560572">
        <w:t>.</w:t>
      </w:r>
    </w:p>
    <w:p w14:paraId="1CAC1172" w14:textId="29F1290E" w:rsidR="00884F08" w:rsidRDefault="00884F08" w:rsidP="00884F08">
      <w:r>
        <w:t xml:space="preserve">…………………………………..……………………………………………………………………………………… </w:t>
      </w:r>
    </w:p>
    <w:p w14:paraId="360C0915" w14:textId="77777777" w:rsidR="00884F08" w:rsidRDefault="00884F08" w:rsidP="00884F08">
      <w:r>
        <w:t xml:space="preserve">…………………………………..……………………………………………………………………………………… 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970DA8" w:rsidRPr="00AF1706" w14:paraId="7DAA291A" w14:textId="77777777" w:rsidTr="00DD11CE">
        <w:trPr>
          <w:trHeight w:val="397"/>
        </w:trPr>
        <w:tc>
          <w:tcPr>
            <w:tcW w:w="1294" w:type="dxa"/>
            <w:vAlign w:val="center"/>
          </w:tcPr>
          <w:p w14:paraId="32B3F6C1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kL</w:t>
            </w:r>
          </w:p>
        </w:tc>
        <w:tc>
          <w:tcPr>
            <w:tcW w:w="1294" w:type="dxa"/>
            <w:vAlign w:val="center"/>
          </w:tcPr>
          <w:p w14:paraId="3D0E0D8D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hL</w:t>
            </w:r>
          </w:p>
        </w:tc>
        <w:tc>
          <w:tcPr>
            <w:tcW w:w="1294" w:type="dxa"/>
            <w:vAlign w:val="center"/>
          </w:tcPr>
          <w:p w14:paraId="5F2A9FFB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daL</w:t>
            </w:r>
          </w:p>
        </w:tc>
        <w:tc>
          <w:tcPr>
            <w:tcW w:w="1295" w:type="dxa"/>
            <w:vAlign w:val="center"/>
          </w:tcPr>
          <w:p w14:paraId="01483E26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L</w:t>
            </w:r>
          </w:p>
        </w:tc>
        <w:tc>
          <w:tcPr>
            <w:tcW w:w="1295" w:type="dxa"/>
            <w:vAlign w:val="center"/>
          </w:tcPr>
          <w:p w14:paraId="4B84E2BD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dL</w:t>
            </w:r>
          </w:p>
        </w:tc>
        <w:tc>
          <w:tcPr>
            <w:tcW w:w="1295" w:type="dxa"/>
            <w:vAlign w:val="center"/>
          </w:tcPr>
          <w:p w14:paraId="43FB4993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cL</w:t>
            </w:r>
          </w:p>
        </w:tc>
        <w:tc>
          <w:tcPr>
            <w:tcW w:w="1295" w:type="dxa"/>
            <w:vAlign w:val="center"/>
          </w:tcPr>
          <w:p w14:paraId="1A425456" w14:textId="77777777" w:rsidR="00970DA8" w:rsidRPr="00AF1706" w:rsidRDefault="00970DA8" w:rsidP="0070492A">
            <w:pPr>
              <w:spacing w:before="40"/>
              <w:ind w:left="360"/>
              <w:rPr>
                <w:sz w:val="22"/>
                <w:szCs w:val="24"/>
              </w:rPr>
            </w:pPr>
            <w:r w:rsidRPr="00AF1706">
              <w:rPr>
                <w:sz w:val="22"/>
                <w:szCs w:val="24"/>
              </w:rPr>
              <w:t>mL</w:t>
            </w:r>
          </w:p>
        </w:tc>
      </w:tr>
      <w:tr w:rsidR="00970DA8" w:rsidRPr="00AF1706" w14:paraId="4A5EABA2" w14:textId="77777777" w:rsidTr="00DD11CE">
        <w:trPr>
          <w:trHeight w:val="397"/>
        </w:trPr>
        <w:tc>
          <w:tcPr>
            <w:tcW w:w="1294" w:type="dxa"/>
          </w:tcPr>
          <w:p w14:paraId="03F7BDB0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5234CA80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4E4967DE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7122818B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53D09FCA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058EF09D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57B15D8C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</w:tr>
      <w:tr w:rsidR="00970DA8" w:rsidRPr="00AF1706" w14:paraId="3FA14099" w14:textId="77777777" w:rsidTr="00DD11CE">
        <w:trPr>
          <w:trHeight w:val="397"/>
        </w:trPr>
        <w:tc>
          <w:tcPr>
            <w:tcW w:w="1294" w:type="dxa"/>
          </w:tcPr>
          <w:p w14:paraId="2CEB55A5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5B417514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79356DCF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11C28D79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6FBA0464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4E475B53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228767AE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</w:tr>
      <w:tr w:rsidR="00970DA8" w:rsidRPr="00AF1706" w14:paraId="7ABE25E0" w14:textId="77777777" w:rsidTr="00DD11CE">
        <w:trPr>
          <w:trHeight w:val="397"/>
        </w:trPr>
        <w:tc>
          <w:tcPr>
            <w:tcW w:w="1294" w:type="dxa"/>
          </w:tcPr>
          <w:p w14:paraId="283804E0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081FD04F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47870C63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22F319D1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63323752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1881412C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31ADFC8B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</w:tr>
      <w:tr w:rsidR="00970DA8" w:rsidRPr="00AF1706" w14:paraId="1B3BB882" w14:textId="77777777" w:rsidTr="00DD11CE">
        <w:trPr>
          <w:trHeight w:val="397"/>
        </w:trPr>
        <w:tc>
          <w:tcPr>
            <w:tcW w:w="1294" w:type="dxa"/>
          </w:tcPr>
          <w:p w14:paraId="6BC00A38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4154EC52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4" w:type="dxa"/>
          </w:tcPr>
          <w:p w14:paraId="71FAE7DE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419E26EF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6B487F41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5746D80C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  <w:tc>
          <w:tcPr>
            <w:tcW w:w="1295" w:type="dxa"/>
          </w:tcPr>
          <w:p w14:paraId="53DB32E1" w14:textId="77777777" w:rsidR="00970DA8" w:rsidRPr="00AF1706" w:rsidRDefault="00970DA8" w:rsidP="00EB6624">
            <w:pPr>
              <w:spacing w:before="40"/>
              <w:ind w:left="360"/>
              <w:rPr>
                <w:sz w:val="22"/>
                <w:szCs w:val="24"/>
              </w:rPr>
            </w:pPr>
          </w:p>
        </w:tc>
      </w:tr>
    </w:tbl>
    <w:p w14:paraId="196C6A4A" w14:textId="6E812387" w:rsidR="00970DA8" w:rsidRDefault="00970DA8" w:rsidP="00AF1706">
      <w:pPr>
        <w:pStyle w:val="Titre2"/>
      </w:pPr>
      <w:r>
        <w:t xml:space="preserve">Exercice 2 </w:t>
      </w:r>
    </w:p>
    <w:p w14:paraId="5575079F" w14:textId="2B98FEFD" w:rsidR="00970DA8" w:rsidRDefault="00970DA8" w:rsidP="00AF1706">
      <w:r w:rsidRPr="00970DA8">
        <w:t>Calculer la longueur, en km, de 4 tours d’une piste de 400</w:t>
      </w:r>
      <w:r w:rsidR="00686E11">
        <w:t> </w:t>
      </w:r>
      <w:r w:rsidRPr="00970DA8">
        <w:t xml:space="preserve">m. </w:t>
      </w:r>
    </w:p>
    <w:p w14:paraId="76970E7E" w14:textId="77777777" w:rsidR="00884F08" w:rsidRDefault="00884F08" w:rsidP="00884F08">
      <w:r>
        <w:t xml:space="preserve">…………………………………..……………………………………………………………………………………… </w:t>
      </w:r>
    </w:p>
    <w:p w14:paraId="1C13FB20" w14:textId="77777777" w:rsidR="00884F08" w:rsidRDefault="00884F08" w:rsidP="00884F08">
      <w:r>
        <w:t xml:space="preserve">…………………………………..……………………………………………………………………………………… </w:t>
      </w:r>
    </w:p>
    <w:p w14:paraId="1D7A5892" w14:textId="77777777" w:rsidR="00AF1706" w:rsidRDefault="00AF1706">
      <w:pPr>
        <w:shd w:val="clear" w:color="auto" w:fill="auto"/>
        <w:spacing w:before="0" w:beforeAutospacing="0" w:after="200" w:afterAutospacing="0" w:line="276" w:lineRule="auto"/>
        <w:rPr>
          <w:b/>
          <w:sz w:val="24"/>
          <w:szCs w:val="32"/>
        </w:rPr>
      </w:pPr>
      <w:r>
        <w:br w:type="page"/>
      </w:r>
    </w:p>
    <w:p w14:paraId="6917CFE2" w14:textId="00295843" w:rsidR="00970DA8" w:rsidRDefault="00970DA8" w:rsidP="00AF1706">
      <w:pPr>
        <w:pStyle w:val="Titre2"/>
      </w:pPr>
      <w:r w:rsidRPr="00970DA8">
        <w:lastRenderedPageBreak/>
        <w:t>Exercice</w:t>
      </w:r>
      <w:r w:rsidR="00686E11">
        <w:t> </w:t>
      </w:r>
      <w:r>
        <w:t>3</w:t>
      </w:r>
    </w:p>
    <w:p w14:paraId="20F694FA" w14:textId="732447E7" w:rsidR="00AF1706" w:rsidRPr="00D12F8B" w:rsidRDefault="00970DA8" w:rsidP="00D12F8B">
      <w:r w:rsidRPr="00560572">
        <w:t>Calculer le périmètre de la figure ci-</w:t>
      </w:r>
      <w:r w:rsidR="00AF1706" w:rsidRPr="00560572">
        <w:t>dessous</w:t>
      </w:r>
      <w:r w:rsidR="00D12F8B" w:rsidRPr="00560572">
        <w:rPr>
          <w:sz w:val="24"/>
          <w:szCs w:val="24"/>
        </w:rPr>
        <w:t xml:space="preserve"> </w:t>
      </w:r>
      <w:r w:rsidR="00D12F8B" w:rsidRPr="00560572">
        <w:t>qui n’est pas à l’échelle.</w:t>
      </w:r>
      <w:r w:rsidR="00AF1706" w:rsidRPr="00970DA8">
        <w:rPr>
          <w:noProof/>
        </w:rPr>
        <w:drawing>
          <wp:inline distT="0" distB="0" distL="0" distR="0" wp14:anchorId="4EF021AF" wp14:editId="6D4912E2">
            <wp:extent cx="2447925" cy="1742591"/>
            <wp:effectExtent l="0" t="0" r="0" b="0"/>
            <wp:docPr id="2033364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3648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549" cy="175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209DB" w14:textId="1FF3AFB9" w:rsidR="00AF1706" w:rsidRDefault="00970DA8" w:rsidP="00AF1706">
      <w:pPr>
        <w:pStyle w:val="Titre2"/>
      </w:pPr>
      <w:r w:rsidRPr="00970DA8">
        <w:t>Exercice</w:t>
      </w:r>
      <w:r w:rsidR="00686E11">
        <w:t> </w:t>
      </w:r>
      <w:r>
        <w:t>4</w:t>
      </w:r>
      <w:r w:rsidR="00AF1706">
        <w:tab/>
      </w:r>
    </w:p>
    <w:p w14:paraId="425326BC" w14:textId="5ED5E66E" w:rsidR="00970DA8" w:rsidRPr="00970DA8" w:rsidRDefault="009D0BEB" w:rsidP="00AF1706">
      <w:r w:rsidRPr="002A5B24">
        <w:t>Mélissa a un panier qui pèse 325</w:t>
      </w:r>
      <w:r w:rsidR="00686E11">
        <w:t> </w:t>
      </w:r>
      <w:r w:rsidRPr="002A5B24">
        <w:t>g lorsqu’il est vide. Elle cueille des fraises qu’elle dépose</w:t>
      </w:r>
      <w:r w:rsidR="00B32B45" w:rsidRPr="002A5B24">
        <w:t xml:space="preserve"> </w:t>
      </w:r>
      <w:r w:rsidRPr="002A5B24">
        <w:t xml:space="preserve">dans son panier. </w:t>
      </w:r>
      <w:r w:rsidR="003B263B" w:rsidRPr="002A5B24">
        <w:t>Après s</w:t>
      </w:r>
      <w:r w:rsidR="00970DA8" w:rsidRPr="002A5B24">
        <w:t xml:space="preserve">a </w:t>
      </w:r>
      <w:r w:rsidR="003B263B" w:rsidRPr="002A5B24">
        <w:t>récolte</w:t>
      </w:r>
      <w:r w:rsidRPr="002A5B24">
        <w:t>, le panier</w:t>
      </w:r>
      <w:r w:rsidR="003B263B" w:rsidRPr="002A5B24">
        <w:t xml:space="preserve"> pèse 4</w:t>
      </w:r>
      <w:r w:rsidR="00686E11">
        <w:t> </w:t>
      </w:r>
      <w:r w:rsidR="003B263B" w:rsidRPr="002A5B24">
        <w:t>kg 1</w:t>
      </w:r>
      <w:r w:rsidR="003A3C11" w:rsidRPr="002A5B24">
        <w:t>60</w:t>
      </w:r>
      <w:r w:rsidR="00686E11">
        <w:t> </w:t>
      </w:r>
      <w:r w:rsidR="003A3C11" w:rsidRPr="002A5B24">
        <w:t>g.</w:t>
      </w:r>
      <w:r w:rsidR="003A3C11">
        <w:t xml:space="preserve"> Quelle masse de </w:t>
      </w:r>
      <w:r w:rsidR="003B263B">
        <w:t>fraises a-t-elle</w:t>
      </w:r>
      <w:r w:rsidR="003A3C11">
        <w:t xml:space="preserve"> ramassé</w:t>
      </w:r>
      <w:r w:rsidR="003B263B">
        <w:t>e</w:t>
      </w:r>
      <w:r w:rsidR="00686E11">
        <w:t> </w:t>
      </w:r>
      <w:r w:rsidR="00970DA8" w:rsidRPr="00970DA8">
        <w:t>?</w:t>
      </w:r>
      <w:r w:rsidR="00970DA8" w:rsidRPr="00970DA8">
        <w:rPr>
          <w:b/>
          <w:bCs/>
        </w:rPr>
        <w:t xml:space="preserve"> </w:t>
      </w:r>
      <w:r w:rsidR="001D6DEB">
        <w:t>Justifier.</w:t>
      </w:r>
    </w:p>
    <w:p w14:paraId="1C8858BB" w14:textId="764BC0C8" w:rsidR="00AF1706" w:rsidRDefault="00970DA8" w:rsidP="00AF1706">
      <w:r w:rsidRPr="00970DA8">
        <w:rPr>
          <w:sz w:val="24"/>
          <w:szCs w:val="24"/>
        </w:rPr>
        <w:t xml:space="preserve"> </w:t>
      </w:r>
      <w:r w:rsidR="00AF1706">
        <w:t>……………………</w:t>
      </w:r>
      <w:r w:rsidR="00884F08">
        <w:t>……………..</w:t>
      </w:r>
      <w:r w:rsidR="00AF1706">
        <w:t xml:space="preserve">……………………………………………………………………………………… </w:t>
      </w:r>
    </w:p>
    <w:p w14:paraId="681E89BD" w14:textId="77777777" w:rsidR="00884F08" w:rsidRDefault="00884F08" w:rsidP="00884F08">
      <w:r>
        <w:t xml:space="preserve">…………………………………..……………………………………………………………………………………… </w:t>
      </w:r>
    </w:p>
    <w:p w14:paraId="62AB7866" w14:textId="4136E335" w:rsidR="00970DA8" w:rsidRDefault="00970DA8" w:rsidP="00AF1706">
      <w:pPr>
        <w:pStyle w:val="Titre2"/>
      </w:pPr>
      <w:r>
        <w:t>Exercice 5</w:t>
      </w:r>
    </w:p>
    <w:p w14:paraId="6995CC8C" w14:textId="7F98C9F1" w:rsidR="00970DA8" w:rsidRPr="00AF1706" w:rsidRDefault="00970DA8" w:rsidP="00EB6624">
      <w:pPr>
        <w:spacing w:before="40" w:after="0"/>
        <w:rPr>
          <w:szCs w:val="24"/>
        </w:rPr>
      </w:pPr>
      <w:r w:rsidRPr="00AF1706">
        <w:rPr>
          <w:b/>
          <w:bCs/>
          <w:szCs w:val="24"/>
        </w:rPr>
        <w:t xml:space="preserve"> </w:t>
      </w:r>
      <w:r w:rsidRPr="00AF1706">
        <w:rPr>
          <w:szCs w:val="24"/>
        </w:rPr>
        <w:t xml:space="preserve">Voici </w:t>
      </w:r>
      <w:r w:rsidR="001C26B0" w:rsidRPr="00AF1706">
        <w:rPr>
          <w:szCs w:val="24"/>
        </w:rPr>
        <w:t>l</w:t>
      </w:r>
      <w:r w:rsidRPr="00AF1706">
        <w:rPr>
          <w:szCs w:val="24"/>
        </w:rPr>
        <w:t xml:space="preserve">es </w:t>
      </w:r>
      <w:r w:rsidR="002A5B24" w:rsidRPr="00AF1706">
        <w:rPr>
          <w:szCs w:val="24"/>
        </w:rPr>
        <w:t>longueurs</w:t>
      </w:r>
      <w:r w:rsidRPr="00AF1706">
        <w:rPr>
          <w:szCs w:val="24"/>
        </w:rPr>
        <w:t xml:space="preserve"> de quatre </w:t>
      </w:r>
      <w:r w:rsidR="008B5551" w:rsidRPr="00AF1706">
        <w:rPr>
          <w:szCs w:val="24"/>
        </w:rPr>
        <w:t xml:space="preserve">ponts </w:t>
      </w:r>
      <w:r w:rsidRPr="00AF1706">
        <w:rPr>
          <w:szCs w:val="24"/>
        </w:rPr>
        <w:t>français.</w:t>
      </w:r>
    </w:p>
    <w:p w14:paraId="32D51723" w14:textId="34B610EB" w:rsidR="00970DA8" w:rsidRPr="00AF1706" w:rsidRDefault="00970DA8" w:rsidP="00EB6624">
      <w:pPr>
        <w:numPr>
          <w:ilvl w:val="0"/>
          <w:numId w:val="9"/>
        </w:numPr>
        <w:spacing w:before="40" w:after="0"/>
        <w:rPr>
          <w:szCs w:val="24"/>
        </w:rPr>
      </w:pPr>
      <w:r w:rsidRPr="00AF1706">
        <w:rPr>
          <w:szCs w:val="24"/>
        </w:rPr>
        <w:t>Viaduc de Millau : 2,46</w:t>
      </w:r>
      <w:r w:rsidR="00686E11">
        <w:rPr>
          <w:szCs w:val="24"/>
        </w:rPr>
        <w:t> </w:t>
      </w:r>
      <w:r w:rsidRPr="00AF1706">
        <w:rPr>
          <w:szCs w:val="24"/>
        </w:rPr>
        <w:t>km</w:t>
      </w:r>
    </w:p>
    <w:p w14:paraId="33E5725B" w14:textId="0C228639" w:rsidR="00970DA8" w:rsidRPr="00AF1706" w:rsidRDefault="00970DA8" w:rsidP="00EB6624">
      <w:pPr>
        <w:numPr>
          <w:ilvl w:val="0"/>
          <w:numId w:val="9"/>
        </w:numPr>
        <w:spacing w:before="40" w:after="0"/>
        <w:rPr>
          <w:szCs w:val="24"/>
        </w:rPr>
      </w:pPr>
      <w:r w:rsidRPr="00AF1706">
        <w:rPr>
          <w:szCs w:val="24"/>
        </w:rPr>
        <w:t>Viaduc de Garabit</w:t>
      </w:r>
      <w:r w:rsidR="00686E11">
        <w:rPr>
          <w:szCs w:val="24"/>
        </w:rPr>
        <w:t> </w:t>
      </w:r>
      <w:r w:rsidRPr="00AF1706">
        <w:rPr>
          <w:szCs w:val="24"/>
        </w:rPr>
        <w:t>: 5,65</w:t>
      </w:r>
      <w:r w:rsidR="00686E11">
        <w:rPr>
          <w:szCs w:val="24"/>
        </w:rPr>
        <w:t> </w:t>
      </w:r>
      <w:r w:rsidRPr="00AF1706">
        <w:rPr>
          <w:szCs w:val="24"/>
        </w:rPr>
        <w:t>hm</w:t>
      </w:r>
    </w:p>
    <w:p w14:paraId="0460E255" w14:textId="473D2784" w:rsidR="00970DA8" w:rsidRPr="00AF1706" w:rsidRDefault="00970DA8" w:rsidP="00EB6624">
      <w:pPr>
        <w:numPr>
          <w:ilvl w:val="0"/>
          <w:numId w:val="9"/>
        </w:numPr>
        <w:spacing w:before="40" w:after="0"/>
        <w:rPr>
          <w:szCs w:val="24"/>
        </w:rPr>
      </w:pPr>
      <w:r w:rsidRPr="00AF1706">
        <w:rPr>
          <w:szCs w:val="24"/>
        </w:rPr>
        <w:t>Viaduc du Chavanon : 360</w:t>
      </w:r>
      <w:r w:rsidR="00686E11">
        <w:rPr>
          <w:szCs w:val="24"/>
        </w:rPr>
        <w:t> </w:t>
      </w:r>
      <w:r w:rsidRPr="00AF1706">
        <w:rPr>
          <w:szCs w:val="24"/>
        </w:rPr>
        <w:t>m</w:t>
      </w:r>
    </w:p>
    <w:p w14:paraId="13D77F1E" w14:textId="7D07CA6A" w:rsidR="00970DA8" w:rsidRPr="00AF1706" w:rsidRDefault="002A5B24" w:rsidP="00EB6624">
      <w:pPr>
        <w:numPr>
          <w:ilvl w:val="0"/>
          <w:numId w:val="9"/>
        </w:numPr>
        <w:spacing w:before="40" w:after="0"/>
        <w:rPr>
          <w:szCs w:val="24"/>
        </w:rPr>
      </w:pPr>
      <w:r w:rsidRPr="00AF1706">
        <w:rPr>
          <w:szCs w:val="24"/>
        </w:rPr>
        <w:t>Pont de Normandie</w:t>
      </w:r>
      <w:r w:rsidR="008B5551" w:rsidRPr="00AF1706">
        <w:rPr>
          <w:szCs w:val="24"/>
        </w:rPr>
        <w:t> : 2,</w:t>
      </w:r>
      <w:r w:rsidR="00970DA8" w:rsidRPr="00AF1706">
        <w:rPr>
          <w:szCs w:val="24"/>
        </w:rPr>
        <w:t>1</w:t>
      </w:r>
      <w:r w:rsidR="008B5551" w:rsidRPr="00AF1706">
        <w:rPr>
          <w:szCs w:val="24"/>
        </w:rPr>
        <w:t>4</w:t>
      </w:r>
      <w:r w:rsidR="00686E11">
        <w:rPr>
          <w:szCs w:val="24"/>
        </w:rPr>
        <w:t> </w:t>
      </w:r>
      <w:r w:rsidR="00970DA8" w:rsidRPr="00AF1706">
        <w:rPr>
          <w:szCs w:val="24"/>
        </w:rPr>
        <w:t>km.</w:t>
      </w:r>
    </w:p>
    <w:p w14:paraId="6ED851B9" w14:textId="21DCFFCC" w:rsidR="00970DA8" w:rsidRPr="00AF1706" w:rsidRDefault="00970DA8" w:rsidP="00EB6624">
      <w:pPr>
        <w:spacing w:before="40" w:after="0"/>
        <w:rPr>
          <w:szCs w:val="24"/>
        </w:rPr>
      </w:pPr>
      <w:r w:rsidRPr="00560572">
        <w:rPr>
          <w:szCs w:val="24"/>
        </w:rPr>
        <w:t xml:space="preserve">Classer les </w:t>
      </w:r>
      <w:r w:rsidR="00D12F8B" w:rsidRPr="00560572">
        <w:rPr>
          <w:szCs w:val="24"/>
        </w:rPr>
        <w:t xml:space="preserve">quatre </w:t>
      </w:r>
      <w:r w:rsidRPr="00560572">
        <w:rPr>
          <w:szCs w:val="24"/>
        </w:rPr>
        <w:t>ponts par ordre croissant de longueur.</w:t>
      </w:r>
    </w:p>
    <w:p w14:paraId="2A98AECB" w14:textId="0BDB066B" w:rsidR="00970DA8" w:rsidRPr="00970DA8" w:rsidRDefault="00970DA8" w:rsidP="00AF1706">
      <w:pPr>
        <w:pStyle w:val="Titre2"/>
      </w:pPr>
      <w:r>
        <w:t>Exercice</w:t>
      </w:r>
      <w:r w:rsidR="00686E11">
        <w:t> </w:t>
      </w:r>
      <w:r>
        <w:t>6</w:t>
      </w:r>
    </w:p>
    <w:p w14:paraId="380F9B46" w14:textId="5CBA2B29" w:rsidR="00536F22" w:rsidRPr="00AF1706" w:rsidRDefault="00536F22" w:rsidP="00B47B72">
      <w:pPr>
        <w:pStyle w:val="Paragraphedeliste"/>
        <w:numPr>
          <w:ilvl w:val="0"/>
          <w:numId w:val="15"/>
        </w:numPr>
        <w:spacing w:before="40" w:after="0"/>
        <w:rPr>
          <w:szCs w:val="24"/>
        </w:rPr>
      </w:pPr>
      <w:r w:rsidRPr="00AF1706">
        <w:rPr>
          <w:szCs w:val="24"/>
        </w:rPr>
        <w:t>Exprimer</w:t>
      </w:r>
      <w:r w:rsidR="00624EB3" w:rsidRPr="00AF1706">
        <w:rPr>
          <w:szCs w:val="24"/>
        </w:rPr>
        <w:t>,</w:t>
      </w:r>
      <w:r w:rsidRPr="00AF1706">
        <w:rPr>
          <w:szCs w:val="24"/>
        </w:rPr>
        <w:t xml:space="preserve"> en cm</w:t>
      </w:r>
      <w:r w:rsidR="00624EB3" w:rsidRPr="00AF1706">
        <w:rPr>
          <w:szCs w:val="24"/>
        </w:rPr>
        <w:t>,</w:t>
      </w:r>
      <w:r w:rsidRPr="00AF1706">
        <w:rPr>
          <w:szCs w:val="24"/>
        </w:rPr>
        <w:t xml:space="preserve"> </w:t>
      </w:r>
      <w:r w:rsidR="00970DA8" w:rsidRPr="00AF1706">
        <w:rPr>
          <w:szCs w:val="24"/>
        </w:rPr>
        <w:t>le périmètre d’un carré d</w:t>
      </w:r>
      <w:r w:rsidR="00B6014F" w:rsidRPr="00AF1706">
        <w:rPr>
          <w:szCs w:val="24"/>
        </w:rPr>
        <w:t xml:space="preserve">ont chaque </w:t>
      </w:r>
      <w:r w:rsidR="002A5B24" w:rsidRPr="00AF1706">
        <w:rPr>
          <w:szCs w:val="24"/>
        </w:rPr>
        <w:t xml:space="preserve">côté </w:t>
      </w:r>
      <w:r w:rsidR="00B6014F" w:rsidRPr="00AF1706">
        <w:rPr>
          <w:szCs w:val="24"/>
        </w:rPr>
        <w:t xml:space="preserve">mesure </w:t>
      </w:r>
      <w:r w:rsidR="00970DA8" w:rsidRPr="00AF1706">
        <w:rPr>
          <w:szCs w:val="24"/>
        </w:rPr>
        <w:t>658</w:t>
      </w:r>
      <w:r w:rsidR="00686E11">
        <w:rPr>
          <w:szCs w:val="24"/>
        </w:rPr>
        <w:t> </w:t>
      </w:r>
      <w:r w:rsidR="00970DA8" w:rsidRPr="00AF1706">
        <w:rPr>
          <w:szCs w:val="24"/>
        </w:rPr>
        <w:t xml:space="preserve">mm. </w:t>
      </w:r>
    </w:p>
    <w:p w14:paraId="5FF7979D" w14:textId="0D26B162" w:rsidR="00970DA8" w:rsidRPr="00AF1706" w:rsidRDefault="00536F22" w:rsidP="00624EB3">
      <w:pPr>
        <w:pStyle w:val="Paragraphedeliste"/>
        <w:numPr>
          <w:ilvl w:val="0"/>
          <w:numId w:val="15"/>
        </w:numPr>
        <w:spacing w:before="40" w:after="0"/>
        <w:ind w:right="-426"/>
        <w:rPr>
          <w:szCs w:val="24"/>
        </w:rPr>
      </w:pPr>
      <w:r w:rsidRPr="00AF1706">
        <w:rPr>
          <w:szCs w:val="24"/>
        </w:rPr>
        <w:t>Exprimer</w:t>
      </w:r>
      <w:r w:rsidR="00624EB3" w:rsidRPr="00AF1706">
        <w:rPr>
          <w:szCs w:val="24"/>
        </w:rPr>
        <w:t>,</w:t>
      </w:r>
      <w:r w:rsidRPr="00AF1706">
        <w:rPr>
          <w:szCs w:val="24"/>
        </w:rPr>
        <w:t xml:space="preserve"> en m</w:t>
      </w:r>
      <w:r w:rsidR="00624EB3" w:rsidRPr="00AF1706">
        <w:rPr>
          <w:szCs w:val="24"/>
        </w:rPr>
        <w:t>,</w:t>
      </w:r>
      <w:r w:rsidRPr="00AF1706">
        <w:rPr>
          <w:szCs w:val="24"/>
        </w:rPr>
        <w:t xml:space="preserve"> l</w:t>
      </w:r>
      <w:r w:rsidR="00970DA8" w:rsidRPr="00AF1706">
        <w:rPr>
          <w:szCs w:val="24"/>
        </w:rPr>
        <w:t>e périmètre</w:t>
      </w:r>
      <w:r w:rsidRPr="00AF1706">
        <w:rPr>
          <w:szCs w:val="24"/>
        </w:rPr>
        <w:t xml:space="preserve"> </w:t>
      </w:r>
      <w:r w:rsidR="00970DA8" w:rsidRPr="00AF1706">
        <w:rPr>
          <w:szCs w:val="24"/>
        </w:rPr>
        <w:t>d’un rectangle de longueur 15</w:t>
      </w:r>
      <w:r w:rsidR="00686E11">
        <w:rPr>
          <w:szCs w:val="24"/>
        </w:rPr>
        <w:t> </w:t>
      </w:r>
      <w:r w:rsidR="00970DA8" w:rsidRPr="00AF1706">
        <w:rPr>
          <w:szCs w:val="24"/>
        </w:rPr>
        <w:t>dm et largeur 307</w:t>
      </w:r>
      <w:r w:rsidR="00686E11">
        <w:rPr>
          <w:szCs w:val="24"/>
        </w:rPr>
        <w:t> </w:t>
      </w:r>
      <w:r w:rsidR="00970DA8" w:rsidRPr="00AF1706">
        <w:rPr>
          <w:szCs w:val="24"/>
        </w:rPr>
        <w:t>cm.</w:t>
      </w:r>
    </w:p>
    <w:p w14:paraId="56BCD5F5" w14:textId="4CD8B45A" w:rsidR="00F2580F" w:rsidRPr="00F2580F" w:rsidRDefault="00F2580F" w:rsidP="00AF1706">
      <w:pPr>
        <w:pStyle w:val="Titre1"/>
      </w:pPr>
      <w:r w:rsidRPr="00F2580F">
        <w:t>J</w:t>
      </w:r>
      <w:r>
        <w:t>’approfondis</w:t>
      </w:r>
    </w:p>
    <w:p w14:paraId="6587105C" w14:textId="77777777" w:rsidR="00970DA8" w:rsidRDefault="00970DA8" w:rsidP="00AF1706">
      <w:pPr>
        <w:pStyle w:val="Titre2"/>
      </w:pPr>
      <w:r w:rsidRPr="00970DA8">
        <w:t>Exercice </w:t>
      </w:r>
      <w:r>
        <w:t>7</w:t>
      </w:r>
    </w:p>
    <w:p w14:paraId="3B3A8531" w14:textId="7135F4D8" w:rsidR="00957083" w:rsidRDefault="00970DA8" w:rsidP="00AF1706">
      <w:r w:rsidRPr="00F60465">
        <w:t>Le circuit de la course annuelle du collège comprend un parcours plat de 20</w:t>
      </w:r>
      <w:r w:rsidR="00686E11">
        <w:t> </w:t>
      </w:r>
      <w:r w:rsidRPr="00F60465">
        <w:t>hm, une côte de 600</w:t>
      </w:r>
      <w:r w:rsidR="00686E11">
        <w:t> </w:t>
      </w:r>
      <w:r w:rsidRPr="00F60465">
        <w:t>m suivie d’une descente de 0,4</w:t>
      </w:r>
      <w:r w:rsidR="00686E11">
        <w:t> </w:t>
      </w:r>
      <w:r w:rsidRPr="00F60465">
        <w:t xml:space="preserve">km. </w:t>
      </w:r>
    </w:p>
    <w:p w14:paraId="5F1B5459" w14:textId="4C58E850" w:rsidR="00970DA8" w:rsidRPr="00F60465" w:rsidRDefault="00970DA8" w:rsidP="00AF1706">
      <w:r w:rsidRPr="00F60465">
        <w:t>Quelle est la longueur totale, en km, du circuit</w:t>
      </w:r>
      <w:r w:rsidR="00686E11">
        <w:t> </w:t>
      </w:r>
      <w:r w:rsidRPr="00F60465">
        <w:t xml:space="preserve">? </w:t>
      </w:r>
      <w:r w:rsidR="001D6DEB">
        <w:t>Justifier.</w:t>
      </w:r>
    </w:p>
    <w:p w14:paraId="6E13111C" w14:textId="77777777" w:rsidR="00970DA8" w:rsidRPr="00F60465" w:rsidRDefault="00970DA8" w:rsidP="00AF1706">
      <w:pPr>
        <w:pStyle w:val="Titre2"/>
      </w:pPr>
      <w:r w:rsidRPr="00F60465">
        <w:t>Exercice 8</w:t>
      </w:r>
    </w:p>
    <w:p w14:paraId="5AEA905A" w14:textId="78EB8B43" w:rsidR="00957083" w:rsidRDefault="00970DA8" w:rsidP="00AF1706">
      <w:r w:rsidRPr="00F60465">
        <w:t>A</w:t>
      </w:r>
      <w:r w:rsidR="003B263B" w:rsidRPr="00F60465">
        <w:t>ntoine dispose</w:t>
      </w:r>
      <w:r w:rsidRPr="00F60465">
        <w:t xml:space="preserve"> d’un </w:t>
      </w:r>
      <w:r w:rsidR="003B263B" w:rsidRPr="00F60465">
        <w:t xml:space="preserve">tube d’un </w:t>
      </w:r>
      <w:r w:rsidRPr="00F60465">
        <w:t>litre</w:t>
      </w:r>
      <w:r w:rsidR="003B263B" w:rsidRPr="00F60465">
        <w:t xml:space="preserve"> de </w:t>
      </w:r>
      <w:r w:rsidR="00957083">
        <w:t xml:space="preserve">crème </w:t>
      </w:r>
      <w:r w:rsidR="003B263B" w:rsidRPr="00F60465">
        <w:t>chantilly</w:t>
      </w:r>
      <w:r w:rsidRPr="00F60465">
        <w:t>. À chaque pression</w:t>
      </w:r>
      <w:r w:rsidR="003B263B" w:rsidRPr="00F60465">
        <w:t xml:space="preserve"> sur la gâchette du tube, Antoine obtient 25</w:t>
      </w:r>
      <w:r w:rsidR="00686E11">
        <w:t> </w:t>
      </w:r>
      <w:r w:rsidRPr="00F60465">
        <w:t xml:space="preserve">mL de </w:t>
      </w:r>
      <w:r w:rsidR="00957083">
        <w:t>crème</w:t>
      </w:r>
      <w:r w:rsidRPr="00F60465">
        <w:t xml:space="preserve">. </w:t>
      </w:r>
    </w:p>
    <w:p w14:paraId="5FEFE276" w14:textId="5225FD89" w:rsidR="00970DA8" w:rsidRPr="00970DA8" w:rsidRDefault="00970DA8" w:rsidP="00AF1706">
      <w:r w:rsidRPr="00F60465">
        <w:t xml:space="preserve">Combien de pressions faut-il pour vider </w:t>
      </w:r>
      <w:r w:rsidR="003B263B" w:rsidRPr="00F60465">
        <w:t>le tube</w:t>
      </w:r>
      <w:r w:rsidR="00686E11">
        <w:t> </w:t>
      </w:r>
      <w:r w:rsidRPr="00F60465">
        <w:t>?</w:t>
      </w:r>
      <w:r w:rsidR="001D6DEB" w:rsidRPr="001D6DEB">
        <w:t xml:space="preserve"> </w:t>
      </w:r>
      <w:r w:rsidR="00557FDA">
        <w:t>Justifier.</w:t>
      </w:r>
    </w:p>
    <w:p w14:paraId="511DD234" w14:textId="34487079" w:rsidR="00970DA8" w:rsidRDefault="00AF1706" w:rsidP="00AF1706">
      <w:pPr>
        <w:pStyle w:val="Titre2"/>
      </w:pPr>
      <w:r w:rsidRPr="00707605">
        <w:rPr>
          <w:b w:val="0"/>
          <w:bCs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5C8C7D7" wp14:editId="4AE42E24">
                <wp:simplePos x="0" y="0"/>
                <wp:positionH relativeFrom="column">
                  <wp:posOffset>3967480</wp:posOffset>
                </wp:positionH>
                <wp:positionV relativeFrom="paragraph">
                  <wp:posOffset>35560</wp:posOffset>
                </wp:positionV>
                <wp:extent cx="2360930" cy="1838325"/>
                <wp:effectExtent l="0" t="0" r="2667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38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950C5" w14:textId="2C36D513" w:rsidR="00707605" w:rsidRPr="001D6DEB" w:rsidRDefault="00707605">
                            <w:pPr>
                              <w:rPr>
                                <w:rFonts w:ascii="Colibri" w:hAnsi="Colibri"/>
                                <w:b/>
                              </w:rPr>
                            </w:pP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Pour réaliser 25 crêpes, mélanger :</w:t>
                            </w:r>
                          </w:p>
                          <w:p w14:paraId="4E98FF36" w14:textId="6A0705C1" w:rsidR="00707605" w:rsidRPr="001D6DEB" w:rsidRDefault="00707605" w:rsidP="001D6DEB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rFonts w:ascii="Colibri" w:hAnsi="Colibri"/>
                                <w:b/>
                              </w:rPr>
                            </w:pP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250</w:t>
                            </w:r>
                            <w:r w:rsidR="00686E11">
                              <w:rPr>
                                <w:rFonts w:ascii="Colibri" w:hAnsi="Colibri" w:hint="eastAsia"/>
                                <w:b/>
                              </w:rPr>
                              <w:t> </w:t>
                            </w: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g de farine</w:t>
                            </w:r>
                          </w:p>
                          <w:p w14:paraId="0C464C58" w14:textId="75887F71" w:rsidR="00707605" w:rsidRPr="001D6DEB" w:rsidRDefault="00707605" w:rsidP="001D6DEB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rFonts w:ascii="Colibri" w:hAnsi="Colibri"/>
                                <w:b/>
                              </w:rPr>
                            </w:pP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3 œufs</w:t>
                            </w:r>
                          </w:p>
                          <w:p w14:paraId="1180BA30" w14:textId="5A08AFAF" w:rsidR="00707605" w:rsidRPr="001D6DEB" w:rsidRDefault="00707605" w:rsidP="001D6DEB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rFonts w:ascii="Colibri" w:hAnsi="Colibri"/>
                                <w:b/>
                              </w:rPr>
                            </w:pP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50</w:t>
                            </w:r>
                            <w:r w:rsidR="00686E11">
                              <w:rPr>
                                <w:rFonts w:ascii="Colibri" w:hAnsi="Colibri" w:hint="eastAsia"/>
                                <w:b/>
                              </w:rPr>
                              <w:t> </w:t>
                            </w: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g de sucre</w:t>
                            </w:r>
                          </w:p>
                          <w:p w14:paraId="4154691E" w14:textId="73949A9A" w:rsidR="00707605" w:rsidRPr="001D6DEB" w:rsidRDefault="00707605" w:rsidP="001D6DEB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rFonts w:ascii="Colibri" w:hAnsi="Colibri"/>
                                <w:b/>
                              </w:rPr>
                            </w:pP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0,75 L de lait soit 0,75</w:t>
                            </w:r>
                            <w:r w:rsidR="00686E11">
                              <w:rPr>
                                <w:rFonts w:ascii="Colibri" w:hAnsi="Colibri" w:hint="eastAsia"/>
                                <w:b/>
                              </w:rPr>
                              <w:t> </w:t>
                            </w: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kg de lait</w:t>
                            </w:r>
                          </w:p>
                          <w:p w14:paraId="0A772BCA" w14:textId="17B95DB9" w:rsidR="00707605" w:rsidRDefault="00707605" w:rsidP="001D6DEB">
                            <w:pPr>
                              <w:pStyle w:val="Paragraphedeliste"/>
                              <w:numPr>
                                <w:ilvl w:val="0"/>
                                <w:numId w:val="21"/>
                              </w:numPr>
                              <w:ind w:left="284" w:hanging="284"/>
                              <w:rPr>
                                <w:rFonts w:ascii="Colibri" w:hAnsi="Colibri"/>
                                <w:b/>
                              </w:rPr>
                            </w:pPr>
                            <w:r w:rsidRPr="001D6DEB">
                              <w:rPr>
                                <w:rFonts w:ascii="Colibri" w:hAnsi="Colibri"/>
                                <w:b/>
                              </w:rPr>
                              <w:t>2 sachets de sucre vanillé</w:t>
                            </w:r>
                          </w:p>
                          <w:p w14:paraId="3D4D36E2" w14:textId="0BBDE6A0" w:rsidR="00557FDA" w:rsidRPr="00557FDA" w:rsidRDefault="00557FDA" w:rsidP="00557FDA">
                            <w:pPr>
                              <w:rPr>
                                <w:rFonts w:ascii="Colibri" w:hAnsi="Colibri"/>
                                <w:b/>
                              </w:rPr>
                            </w:pPr>
                            <w:r>
                              <w:rPr>
                                <w:rFonts w:ascii="Colibri" w:hAnsi="Colibri"/>
                                <w:b/>
                              </w:rPr>
                              <w:t>Laisser reposer 1</w:t>
                            </w:r>
                            <w:r w:rsidR="00686E11">
                              <w:rPr>
                                <w:rFonts w:ascii="Colibri" w:hAnsi="Colibri" w:hint="eastAsia"/>
                                <w:b/>
                              </w:rPr>
                              <w:t> </w:t>
                            </w:r>
                            <w:r w:rsidR="00686E11">
                              <w:rPr>
                                <w:rFonts w:ascii="Colibri" w:hAnsi="Colibri"/>
                                <w:b/>
                              </w:rPr>
                              <w:t>h</w:t>
                            </w:r>
                            <w:r w:rsidR="00686E11">
                              <w:rPr>
                                <w:rFonts w:ascii="Colibri" w:hAnsi="Colibri" w:hint="eastAsia"/>
                                <w:b/>
                              </w:rPr>
                              <w:t> </w:t>
                            </w:r>
                            <w:r w:rsidR="00686E11">
                              <w:rPr>
                                <w:rFonts w:ascii="Colibri" w:hAnsi="Colibri"/>
                                <w:b/>
                              </w:rPr>
                              <w:t>30</w:t>
                            </w:r>
                            <w:r w:rsidR="00686E11">
                              <w:rPr>
                                <w:rFonts w:ascii="Colibri" w:hAnsi="Colibri" w:hint="eastAsia"/>
                                <w:b/>
                              </w:rPr>
                              <w:t> </w:t>
                            </w:r>
                            <w:r>
                              <w:rPr>
                                <w:rFonts w:ascii="Colibri" w:hAnsi="Colibri"/>
                                <w:b/>
                              </w:rPr>
                              <w:t>min puis cuire les crêpes dans une crêpière.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C8C7D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2.4pt;margin-top:2.8pt;width:185.9pt;height:144.7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" fillcolor="white [3201]" strokecolor="#4f81bd [3204]" strokeweight="2pt">
                <v:textbox>
                  <w:txbxContent>
                    <w:p w14:paraId="092950C5" w14:textId="2C36D513" w:rsidR="00707605" w:rsidRPr="001D6DEB" w:rsidRDefault="00707605">
                      <w:pPr>
                        <w:rPr>
                          <w:rFonts w:ascii="Colibri" w:hAnsi="Colibri"/>
                          <w:b/>
                        </w:rPr>
                      </w:pPr>
                      <w:r w:rsidRPr="001D6DEB">
                        <w:rPr>
                          <w:rFonts w:ascii="Colibri" w:hAnsi="Colibri"/>
                          <w:b/>
                        </w:rPr>
                        <w:t>Pour réaliser 25 crêpes, mélanger :</w:t>
                      </w:r>
                    </w:p>
                    <w:p w14:paraId="4E98FF36" w14:textId="6A0705C1" w:rsidR="00707605" w:rsidRPr="001D6DEB" w:rsidRDefault="00707605" w:rsidP="001D6DEB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ind w:left="284" w:hanging="284"/>
                        <w:rPr>
                          <w:rFonts w:ascii="Colibri" w:hAnsi="Colibri"/>
                          <w:b/>
                        </w:rPr>
                      </w:pPr>
                      <w:r w:rsidRPr="001D6DEB">
                        <w:rPr>
                          <w:rFonts w:ascii="Colibri" w:hAnsi="Colibri"/>
                          <w:b/>
                        </w:rPr>
                        <w:t>250</w:t>
                      </w:r>
                      <w:r w:rsidR="00686E11">
                        <w:rPr>
                          <w:rFonts w:ascii="Colibri" w:hAnsi="Colibri" w:hint="eastAsia"/>
                          <w:b/>
                        </w:rPr>
                        <w:t> </w:t>
                      </w:r>
                      <w:r w:rsidRPr="001D6DEB">
                        <w:rPr>
                          <w:rFonts w:ascii="Colibri" w:hAnsi="Colibri"/>
                          <w:b/>
                        </w:rPr>
                        <w:t>g de farine</w:t>
                      </w:r>
                    </w:p>
                    <w:p w14:paraId="0C464C58" w14:textId="75887F71" w:rsidR="00707605" w:rsidRPr="001D6DEB" w:rsidRDefault="00707605" w:rsidP="001D6DEB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ind w:left="284" w:hanging="284"/>
                        <w:rPr>
                          <w:rFonts w:ascii="Colibri" w:hAnsi="Colibri"/>
                          <w:b/>
                        </w:rPr>
                      </w:pPr>
                      <w:r w:rsidRPr="001D6DEB">
                        <w:rPr>
                          <w:rFonts w:ascii="Colibri" w:hAnsi="Colibri"/>
                          <w:b/>
                        </w:rPr>
                        <w:t>3 œufs</w:t>
                      </w:r>
                    </w:p>
                    <w:p w14:paraId="1180BA30" w14:textId="5A08AFAF" w:rsidR="00707605" w:rsidRPr="001D6DEB" w:rsidRDefault="00707605" w:rsidP="001D6DEB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ind w:left="284" w:hanging="284"/>
                        <w:rPr>
                          <w:rFonts w:ascii="Colibri" w:hAnsi="Colibri"/>
                          <w:b/>
                        </w:rPr>
                      </w:pPr>
                      <w:r w:rsidRPr="001D6DEB">
                        <w:rPr>
                          <w:rFonts w:ascii="Colibri" w:hAnsi="Colibri"/>
                          <w:b/>
                        </w:rPr>
                        <w:t>50</w:t>
                      </w:r>
                      <w:r w:rsidR="00686E11">
                        <w:rPr>
                          <w:rFonts w:ascii="Colibri" w:hAnsi="Colibri" w:hint="eastAsia"/>
                          <w:b/>
                        </w:rPr>
                        <w:t> </w:t>
                      </w:r>
                      <w:r w:rsidRPr="001D6DEB">
                        <w:rPr>
                          <w:rFonts w:ascii="Colibri" w:hAnsi="Colibri"/>
                          <w:b/>
                        </w:rPr>
                        <w:t>g de sucre</w:t>
                      </w:r>
                    </w:p>
                    <w:p w14:paraId="4154691E" w14:textId="73949A9A" w:rsidR="00707605" w:rsidRPr="001D6DEB" w:rsidRDefault="00707605" w:rsidP="001D6DEB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ind w:left="284" w:hanging="284"/>
                        <w:rPr>
                          <w:rFonts w:ascii="Colibri" w:hAnsi="Colibri"/>
                          <w:b/>
                        </w:rPr>
                      </w:pPr>
                      <w:r w:rsidRPr="001D6DEB">
                        <w:rPr>
                          <w:rFonts w:ascii="Colibri" w:hAnsi="Colibri"/>
                          <w:b/>
                        </w:rPr>
                        <w:t>0,75 L de lait soit 0,75</w:t>
                      </w:r>
                      <w:r w:rsidR="00686E11">
                        <w:rPr>
                          <w:rFonts w:ascii="Colibri" w:hAnsi="Colibri" w:hint="eastAsia"/>
                          <w:b/>
                        </w:rPr>
                        <w:t> </w:t>
                      </w:r>
                      <w:r w:rsidRPr="001D6DEB">
                        <w:rPr>
                          <w:rFonts w:ascii="Colibri" w:hAnsi="Colibri"/>
                          <w:b/>
                        </w:rPr>
                        <w:t>kg de lait</w:t>
                      </w:r>
                    </w:p>
                    <w:p w14:paraId="0A772BCA" w14:textId="17B95DB9" w:rsidR="00707605" w:rsidRDefault="00707605" w:rsidP="001D6DEB">
                      <w:pPr>
                        <w:pStyle w:val="Paragraphedeliste"/>
                        <w:numPr>
                          <w:ilvl w:val="0"/>
                          <w:numId w:val="21"/>
                        </w:numPr>
                        <w:ind w:left="284" w:hanging="284"/>
                        <w:rPr>
                          <w:rFonts w:ascii="Colibri" w:hAnsi="Colibri"/>
                          <w:b/>
                        </w:rPr>
                      </w:pPr>
                      <w:r w:rsidRPr="001D6DEB">
                        <w:rPr>
                          <w:rFonts w:ascii="Colibri" w:hAnsi="Colibri"/>
                          <w:b/>
                        </w:rPr>
                        <w:t>2 sachets de sucre vanillé</w:t>
                      </w:r>
                    </w:p>
                    <w:p w14:paraId="3D4D36E2" w14:textId="0BBDE6A0" w:rsidR="00557FDA" w:rsidRPr="00557FDA" w:rsidRDefault="00557FDA" w:rsidP="00557FDA">
                      <w:pPr>
                        <w:rPr>
                          <w:rFonts w:ascii="Colibri" w:hAnsi="Colibri"/>
                          <w:b/>
                        </w:rPr>
                      </w:pPr>
                      <w:r>
                        <w:rPr>
                          <w:rFonts w:ascii="Colibri" w:hAnsi="Colibri"/>
                          <w:b/>
                        </w:rPr>
                        <w:t>Laisser reposer 1</w:t>
                      </w:r>
                      <w:r w:rsidR="00686E11">
                        <w:rPr>
                          <w:rFonts w:ascii="Colibri" w:hAnsi="Colibri" w:hint="eastAsia"/>
                          <w:b/>
                        </w:rPr>
                        <w:t> </w:t>
                      </w:r>
                      <w:r w:rsidR="00686E11">
                        <w:rPr>
                          <w:rFonts w:ascii="Colibri" w:hAnsi="Colibri"/>
                          <w:b/>
                        </w:rPr>
                        <w:t>h</w:t>
                      </w:r>
                      <w:r w:rsidR="00686E11">
                        <w:rPr>
                          <w:rFonts w:ascii="Colibri" w:hAnsi="Colibri" w:hint="eastAsia"/>
                          <w:b/>
                        </w:rPr>
                        <w:t> </w:t>
                      </w:r>
                      <w:r w:rsidR="00686E11">
                        <w:rPr>
                          <w:rFonts w:ascii="Colibri" w:hAnsi="Colibri"/>
                          <w:b/>
                        </w:rPr>
                        <w:t>30</w:t>
                      </w:r>
                      <w:r w:rsidR="00686E11">
                        <w:rPr>
                          <w:rFonts w:ascii="Colibri" w:hAnsi="Colibri" w:hint="eastAsia"/>
                          <w:b/>
                        </w:rPr>
                        <w:t> </w:t>
                      </w:r>
                      <w:r>
                        <w:rPr>
                          <w:rFonts w:ascii="Colibri" w:hAnsi="Colibri"/>
                          <w:b/>
                        </w:rPr>
                        <w:t>min puis cuire les crêpes dans une crêpière.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DA8" w:rsidRPr="00970DA8">
        <w:t>Exercice</w:t>
      </w:r>
      <w:r w:rsidR="00686E11">
        <w:t> </w:t>
      </w:r>
      <w:r w:rsidR="00970DA8">
        <w:t>9</w:t>
      </w:r>
    </w:p>
    <w:p w14:paraId="0942C430" w14:textId="0E4E730E" w:rsidR="00970DA8" w:rsidRPr="00884F08" w:rsidRDefault="00707605" w:rsidP="00707605">
      <w:pPr>
        <w:spacing w:before="40" w:after="0"/>
        <w:rPr>
          <w:szCs w:val="24"/>
        </w:rPr>
      </w:pPr>
      <w:r w:rsidRPr="00560572">
        <w:rPr>
          <w:szCs w:val="24"/>
        </w:rPr>
        <w:t>Arnaud</w:t>
      </w:r>
      <w:r w:rsidR="00970DA8" w:rsidRPr="00560572">
        <w:rPr>
          <w:szCs w:val="24"/>
        </w:rPr>
        <w:t xml:space="preserve"> </w:t>
      </w:r>
      <w:r w:rsidRPr="00560572">
        <w:rPr>
          <w:szCs w:val="24"/>
        </w:rPr>
        <w:t xml:space="preserve">utilise la recette ci-contre pour réaliser </w:t>
      </w:r>
      <w:r w:rsidR="00D12F8B" w:rsidRPr="00560572">
        <w:rPr>
          <w:szCs w:val="24"/>
        </w:rPr>
        <w:t>vingt-cinq</w:t>
      </w:r>
      <w:r w:rsidR="00D12F8B">
        <w:rPr>
          <w:szCs w:val="24"/>
        </w:rPr>
        <w:t xml:space="preserve"> </w:t>
      </w:r>
      <w:r w:rsidRPr="00884F08">
        <w:rPr>
          <w:szCs w:val="24"/>
        </w:rPr>
        <w:t>crêpes.</w:t>
      </w:r>
      <w:r w:rsidR="00970DA8" w:rsidRPr="00884F08">
        <w:rPr>
          <w:szCs w:val="24"/>
        </w:rPr>
        <w:t xml:space="preserve"> </w:t>
      </w:r>
    </w:p>
    <w:p w14:paraId="692E197D" w14:textId="0B624067" w:rsidR="00624EB3" w:rsidRPr="00884F08" w:rsidRDefault="008C173F" w:rsidP="00EB6624">
      <w:pPr>
        <w:spacing w:before="40" w:after="0"/>
        <w:rPr>
          <w:szCs w:val="24"/>
        </w:rPr>
      </w:pPr>
      <w:r w:rsidRPr="00884F08">
        <w:rPr>
          <w:szCs w:val="24"/>
        </w:rPr>
        <w:t>La masse d’u</w:t>
      </w:r>
      <w:r w:rsidR="00970DA8" w:rsidRPr="00884F08">
        <w:rPr>
          <w:szCs w:val="24"/>
        </w:rPr>
        <w:t xml:space="preserve">n </w:t>
      </w:r>
      <w:r w:rsidRPr="00884F08">
        <w:rPr>
          <w:szCs w:val="24"/>
        </w:rPr>
        <w:t>sachet de sucre vanillé est</w:t>
      </w:r>
      <w:r w:rsidR="00557FDA" w:rsidRPr="00884F08">
        <w:rPr>
          <w:szCs w:val="24"/>
        </w:rPr>
        <w:t xml:space="preserve"> égale à </w:t>
      </w:r>
      <w:r w:rsidR="003B263B" w:rsidRPr="00884F08">
        <w:rPr>
          <w:szCs w:val="24"/>
        </w:rPr>
        <w:t>10</w:t>
      </w:r>
      <w:r w:rsidR="00686E11">
        <w:rPr>
          <w:szCs w:val="24"/>
        </w:rPr>
        <w:t> </w:t>
      </w:r>
      <w:r w:rsidR="00970DA8" w:rsidRPr="00884F08">
        <w:rPr>
          <w:szCs w:val="24"/>
        </w:rPr>
        <w:t xml:space="preserve">g et </w:t>
      </w:r>
      <w:r w:rsidR="00557FDA" w:rsidRPr="00884F08">
        <w:rPr>
          <w:szCs w:val="24"/>
        </w:rPr>
        <w:t xml:space="preserve">on considère que la masse des trois </w:t>
      </w:r>
      <w:r w:rsidR="00970DA8" w:rsidRPr="00884F08">
        <w:rPr>
          <w:szCs w:val="24"/>
        </w:rPr>
        <w:t>œuf</w:t>
      </w:r>
      <w:r w:rsidR="00557FDA" w:rsidRPr="00884F08">
        <w:rPr>
          <w:szCs w:val="24"/>
        </w:rPr>
        <w:t>s est égale à 20</w:t>
      </w:r>
      <w:r w:rsidR="00686E11">
        <w:rPr>
          <w:szCs w:val="24"/>
        </w:rPr>
        <w:t> </w:t>
      </w:r>
      <w:r w:rsidR="00970DA8" w:rsidRPr="00884F08">
        <w:rPr>
          <w:szCs w:val="24"/>
        </w:rPr>
        <w:t xml:space="preserve">dag. </w:t>
      </w:r>
    </w:p>
    <w:p w14:paraId="52684488" w14:textId="395293D4" w:rsidR="000E2A87" w:rsidRPr="00884F08" w:rsidRDefault="00970DA8" w:rsidP="00EB6624">
      <w:pPr>
        <w:spacing w:before="40" w:after="0"/>
        <w:rPr>
          <w:szCs w:val="24"/>
        </w:rPr>
      </w:pPr>
      <w:r w:rsidRPr="00884F08">
        <w:rPr>
          <w:szCs w:val="24"/>
        </w:rPr>
        <w:t>Quelle masse de pâte à crêpes Arnaud a-t-il ainsi réalisée</w:t>
      </w:r>
      <w:r w:rsidR="00686E11">
        <w:rPr>
          <w:szCs w:val="24"/>
        </w:rPr>
        <w:t> </w:t>
      </w:r>
      <w:r w:rsidRPr="00884F08">
        <w:rPr>
          <w:szCs w:val="24"/>
        </w:rPr>
        <w:t xml:space="preserve">? </w:t>
      </w:r>
      <w:r w:rsidR="00557FDA" w:rsidRPr="00884F08">
        <w:rPr>
          <w:szCs w:val="24"/>
        </w:rPr>
        <w:t>Justifier.</w:t>
      </w:r>
    </w:p>
    <w:p w14:paraId="675D4370" w14:textId="6A1DC5F8" w:rsidR="00E32D29" w:rsidRPr="001D6646" w:rsidRDefault="001D6646" w:rsidP="00884F08">
      <w:pPr>
        <w:pStyle w:val="Titre1"/>
      </w:pPr>
      <w:r w:rsidRPr="00F7465C">
        <w:t xml:space="preserve">Je </w:t>
      </w:r>
      <w:r>
        <w:t>comprends</w:t>
      </w:r>
    </w:p>
    <w:p w14:paraId="521946BB" w14:textId="77777777" w:rsidR="00884F08" w:rsidRPr="00884F08" w:rsidRDefault="00884F08" w:rsidP="00884F08">
      <w:pPr>
        <w:rPr>
          <w:b/>
          <w:noProof/>
        </w:rPr>
      </w:pPr>
      <w:r w:rsidRPr="00884F08">
        <w:rPr>
          <w:b/>
          <w:noProof/>
        </w:rPr>
        <w:t>Effectuer des calculs ou comparer des durées</w:t>
      </w:r>
    </w:p>
    <w:p w14:paraId="2EBB5604" w14:textId="77777777" w:rsidR="00884F08" w:rsidRPr="005F0000" w:rsidRDefault="00884F08" w:rsidP="00884F08">
      <w:r w:rsidRPr="005F0000">
        <w:t>Pour m’aider…</w:t>
      </w:r>
    </w:p>
    <w:p w14:paraId="63DFA860" w14:textId="77777777" w:rsidR="00884F08" w:rsidRPr="005F0000" w:rsidRDefault="00884F08" w:rsidP="00884F08">
      <w:r w:rsidRPr="005F0000">
        <w:t>Les unités usuelles de temps sont les heures (h), les minutes (min) et les secondes (s).</w:t>
      </w:r>
    </w:p>
    <w:p w14:paraId="164B4B50" w14:textId="31D99405" w:rsidR="00884F08" w:rsidRPr="00EB6624" w:rsidRDefault="00884F08" w:rsidP="00884F08">
      <w:pPr>
        <w:rPr>
          <w:lang w:val="en-US"/>
        </w:rPr>
      </w:pPr>
      <w:r>
        <w:rPr>
          <w:lang w:val="en-US"/>
        </w:rPr>
        <w:t>1 jour = 24</w:t>
      </w:r>
      <w:r w:rsidR="00686E11">
        <w:rPr>
          <w:lang w:val="en-US"/>
        </w:rPr>
        <w:t> </w:t>
      </w:r>
      <w:r>
        <w:rPr>
          <w:lang w:val="en-US"/>
        </w:rPr>
        <w:t>h</w:t>
      </w:r>
      <w:r>
        <w:rPr>
          <w:lang w:val="en-US"/>
        </w:rPr>
        <w:tab/>
        <w:t>1</w:t>
      </w:r>
      <w:r w:rsidR="00686E11">
        <w:rPr>
          <w:lang w:val="en-US"/>
        </w:rPr>
        <w:t> </w:t>
      </w:r>
      <w:r>
        <w:rPr>
          <w:lang w:val="en-US"/>
        </w:rPr>
        <w:t>h = 60</w:t>
      </w:r>
      <w:r w:rsidR="00686E11">
        <w:rPr>
          <w:lang w:val="en-US"/>
        </w:rPr>
        <w:t> </w:t>
      </w:r>
      <w:r>
        <w:rPr>
          <w:lang w:val="en-US"/>
        </w:rPr>
        <w:t>min</w:t>
      </w:r>
      <w:r>
        <w:rPr>
          <w:lang w:val="en-US"/>
        </w:rPr>
        <w:tab/>
      </w:r>
      <w:r>
        <w:rPr>
          <w:lang w:val="en-US"/>
        </w:rPr>
        <w:tab/>
        <w:t>1</w:t>
      </w:r>
      <w:r w:rsidR="00686E11">
        <w:rPr>
          <w:lang w:val="en-US"/>
        </w:rPr>
        <w:t> </w:t>
      </w:r>
      <w:r>
        <w:rPr>
          <w:lang w:val="en-US"/>
        </w:rPr>
        <w:t>min = 60</w:t>
      </w:r>
      <w:r w:rsidR="00686E11">
        <w:rPr>
          <w:lang w:val="en-US"/>
        </w:rPr>
        <w:t> </w:t>
      </w:r>
      <w:r>
        <w:rPr>
          <w:lang w:val="en-US"/>
        </w:rPr>
        <w:t xml:space="preserve">s </w:t>
      </w:r>
      <w:r>
        <w:rPr>
          <w:lang w:val="en-US"/>
        </w:rPr>
        <w:tab/>
      </w:r>
      <w:r w:rsidRPr="00EB6624">
        <w:rPr>
          <w:lang w:val="en-US"/>
        </w:rPr>
        <w:t>1</w:t>
      </w:r>
      <w:r w:rsidR="00686E11">
        <w:rPr>
          <w:lang w:val="en-US"/>
        </w:rPr>
        <w:t> </w:t>
      </w:r>
      <w:r w:rsidRPr="00EB6624">
        <w:rPr>
          <w:lang w:val="en-US"/>
        </w:rPr>
        <w:t>h = 3</w:t>
      </w:r>
      <w:r w:rsidR="00DD4BF8">
        <w:rPr>
          <w:lang w:val="en-US"/>
        </w:rPr>
        <w:t xml:space="preserve"> </w:t>
      </w:r>
      <w:r w:rsidRPr="00EB6624">
        <w:rPr>
          <w:lang w:val="en-US"/>
        </w:rPr>
        <w:t>600</w:t>
      </w:r>
      <w:r w:rsidR="00686E11">
        <w:rPr>
          <w:lang w:val="en-US"/>
        </w:rPr>
        <w:t> </w:t>
      </w:r>
      <w:r w:rsidRPr="00EB6624">
        <w:rPr>
          <w:lang w:val="en-US"/>
        </w:rPr>
        <w:t>s</w:t>
      </w:r>
    </w:p>
    <w:p w14:paraId="7C6F7C78" w14:textId="3DBF9FFF" w:rsidR="00E32D29" w:rsidRPr="00961942" w:rsidRDefault="00884F08" w:rsidP="00884F08">
      <w:pPr>
        <w:pStyle w:val="Titre1"/>
      </w:pPr>
      <w:r>
        <w:t>Je m’exerce</w:t>
      </w:r>
    </w:p>
    <w:p w14:paraId="5C06F86F" w14:textId="228FAD34" w:rsidR="00E32D29" w:rsidRDefault="00E32D29" w:rsidP="00884F08">
      <w:pPr>
        <w:pStyle w:val="Titre2"/>
      </w:pPr>
      <w:r w:rsidRPr="00970DA8">
        <w:t>Exercice</w:t>
      </w:r>
      <w:r w:rsidR="00686E11">
        <w:t> </w:t>
      </w:r>
      <w:r>
        <w:t>1</w:t>
      </w:r>
    </w:p>
    <w:p w14:paraId="635C9B9A" w14:textId="77777777" w:rsidR="007C7E0E" w:rsidRPr="00884F08" w:rsidRDefault="00EB6624" w:rsidP="00EB6624">
      <w:pPr>
        <w:spacing w:before="40" w:after="0"/>
        <w:rPr>
          <w:szCs w:val="24"/>
        </w:rPr>
      </w:pPr>
      <w:r w:rsidRPr="00884F08">
        <w:rPr>
          <w:szCs w:val="24"/>
        </w:rPr>
        <w:t>Comparer les durées suivantes :</w:t>
      </w:r>
    </w:p>
    <w:p w14:paraId="00B2042D" w14:textId="72A0A3F8" w:rsidR="007C7E0E" w:rsidRPr="00884F08" w:rsidRDefault="007C7E0E" w:rsidP="00EB6624">
      <w:pPr>
        <w:pStyle w:val="Paragraphedeliste"/>
        <w:numPr>
          <w:ilvl w:val="0"/>
          <w:numId w:val="16"/>
        </w:numPr>
        <w:spacing w:before="40" w:after="0"/>
        <w:rPr>
          <w:szCs w:val="24"/>
        </w:rPr>
      </w:pPr>
      <w:r w:rsidRPr="00884F08">
        <w:rPr>
          <w:szCs w:val="24"/>
        </w:rPr>
        <w:t>135</w:t>
      </w:r>
      <w:r w:rsidR="00686E11">
        <w:rPr>
          <w:szCs w:val="24"/>
        </w:rPr>
        <w:t> </w:t>
      </w:r>
      <w:r w:rsidRPr="00884F08">
        <w:rPr>
          <w:szCs w:val="24"/>
        </w:rPr>
        <w:t>min et 2</w:t>
      </w:r>
      <w:r w:rsidR="00686E11">
        <w:rPr>
          <w:szCs w:val="24"/>
        </w:rPr>
        <w:t> h 35 min</w:t>
      </w:r>
      <w:r w:rsidR="00D12F8B">
        <w:rPr>
          <w:szCs w:val="24"/>
        </w:rPr>
        <w:t xml:space="preserve"> ;</w:t>
      </w:r>
    </w:p>
    <w:p w14:paraId="373BF607" w14:textId="65936F85" w:rsidR="007C7E0E" w:rsidRPr="00884F08" w:rsidRDefault="00EB6624" w:rsidP="00152803">
      <w:pPr>
        <w:pStyle w:val="Paragraphedeliste"/>
        <w:numPr>
          <w:ilvl w:val="0"/>
          <w:numId w:val="16"/>
        </w:numPr>
        <w:spacing w:before="40" w:after="0"/>
        <w:rPr>
          <w:szCs w:val="24"/>
        </w:rPr>
      </w:pPr>
      <w:r w:rsidRPr="00884F08">
        <w:rPr>
          <w:szCs w:val="24"/>
        </w:rPr>
        <w:t xml:space="preserve">1 semaine et </w:t>
      </w:r>
      <w:r w:rsidR="00AC42C0" w:rsidRPr="00884F08">
        <w:rPr>
          <w:szCs w:val="24"/>
        </w:rPr>
        <w:t>1</w:t>
      </w:r>
      <w:r w:rsidRPr="00884F08">
        <w:rPr>
          <w:szCs w:val="24"/>
        </w:rPr>
        <w:t>00</w:t>
      </w:r>
      <w:r w:rsidR="00686E11">
        <w:rPr>
          <w:szCs w:val="24"/>
        </w:rPr>
        <w:t> </w:t>
      </w:r>
      <w:r w:rsidR="00AC42C0" w:rsidRPr="00884F08">
        <w:rPr>
          <w:szCs w:val="24"/>
        </w:rPr>
        <w:t>h</w:t>
      </w:r>
      <w:r w:rsidR="00686E11">
        <w:rPr>
          <w:szCs w:val="24"/>
        </w:rPr>
        <w:t> </w:t>
      </w:r>
      <w:r w:rsidRPr="00884F08">
        <w:rPr>
          <w:szCs w:val="24"/>
        </w:rPr>
        <w:t>;</w:t>
      </w:r>
    </w:p>
    <w:p w14:paraId="454D804A" w14:textId="389419B1" w:rsidR="00EB6624" w:rsidRPr="00560572" w:rsidRDefault="007C7E0E" w:rsidP="00152803">
      <w:pPr>
        <w:pStyle w:val="Paragraphedeliste"/>
        <w:numPr>
          <w:ilvl w:val="0"/>
          <w:numId w:val="16"/>
        </w:numPr>
        <w:spacing w:before="40" w:after="0"/>
        <w:rPr>
          <w:szCs w:val="24"/>
        </w:rPr>
      </w:pPr>
      <w:r w:rsidRPr="00560572">
        <w:rPr>
          <w:szCs w:val="24"/>
        </w:rPr>
        <w:t>25</w:t>
      </w:r>
      <w:r w:rsidR="00686E11" w:rsidRPr="00560572">
        <w:rPr>
          <w:szCs w:val="24"/>
        </w:rPr>
        <w:t> </w:t>
      </w:r>
      <w:r w:rsidRPr="00560572">
        <w:rPr>
          <w:szCs w:val="24"/>
        </w:rPr>
        <w:t>min et 1</w:t>
      </w:r>
      <w:r w:rsidR="00686E11" w:rsidRPr="00560572">
        <w:rPr>
          <w:szCs w:val="24"/>
        </w:rPr>
        <w:t> </w:t>
      </w:r>
      <w:r w:rsidRPr="00560572">
        <w:rPr>
          <w:szCs w:val="24"/>
        </w:rPr>
        <w:t>500</w:t>
      </w:r>
      <w:r w:rsidR="00686E11" w:rsidRPr="00560572">
        <w:rPr>
          <w:szCs w:val="24"/>
        </w:rPr>
        <w:t> </w:t>
      </w:r>
      <w:r w:rsidR="00D12F8B" w:rsidRPr="00560572">
        <w:rPr>
          <w:szCs w:val="24"/>
        </w:rPr>
        <w:t>s ;</w:t>
      </w:r>
    </w:p>
    <w:p w14:paraId="21864F12" w14:textId="53B1E9FF" w:rsidR="00D12F8B" w:rsidRPr="00560572" w:rsidRDefault="00D12F8B" w:rsidP="00152803">
      <w:pPr>
        <w:pStyle w:val="Paragraphedeliste"/>
        <w:numPr>
          <w:ilvl w:val="0"/>
          <w:numId w:val="16"/>
        </w:numPr>
        <w:spacing w:before="40" w:after="0"/>
        <w:rPr>
          <w:szCs w:val="24"/>
        </w:rPr>
      </w:pPr>
      <w:r w:rsidRPr="00560572">
        <w:rPr>
          <w:szCs w:val="24"/>
        </w:rPr>
        <w:t xml:space="preserve">1,2 h et 1 h 20 min. </w:t>
      </w:r>
    </w:p>
    <w:p w14:paraId="17987DF2" w14:textId="26B03331" w:rsidR="00E32D29" w:rsidRDefault="00E32D29" w:rsidP="00884F08">
      <w:pPr>
        <w:pStyle w:val="Titre2"/>
      </w:pPr>
      <w:r>
        <w:t>Exercice </w:t>
      </w:r>
      <w:r w:rsidR="00884F08">
        <w:t>2</w:t>
      </w:r>
    </w:p>
    <w:p w14:paraId="635113C0" w14:textId="2CB081C0" w:rsidR="00EB6624" w:rsidRPr="00EB6624" w:rsidRDefault="00EB6624" w:rsidP="00884F08">
      <w:r>
        <w:t xml:space="preserve">Lise et Paul vont au cinéma </w:t>
      </w:r>
      <w:r w:rsidR="00A846AB">
        <w:t xml:space="preserve">pour </w:t>
      </w:r>
      <w:r>
        <w:t>voir chacun</w:t>
      </w:r>
      <w:r w:rsidRPr="00EB6624">
        <w:t xml:space="preserve"> un film différent. La séance pour les deux films commence à 14</w:t>
      </w:r>
      <w:r w:rsidR="00686E11">
        <w:t> h </w:t>
      </w:r>
      <w:r w:rsidRPr="00EB6624">
        <w:t xml:space="preserve">30. Le film de Lise </w:t>
      </w:r>
      <w:r w:rsidR="00EA1520">
        <w:t>dure 95</w:t>
      </w:r>
      <w:r w:rsidR="00686E11">
        <w:t> </w:t>
      </w:r>
      <w:r w:rsidR="00EA1520">
        <w:t xml:space="preserve">min </w:t>
      </w:r>
      <w:r w:rsidR="00A846AB">
        <w:t>tandis que</w:t>
      </w:r>
      <w:r w:rsidR="00EA1520">
        <w:t xml:space="preserve"> celui de Paul dure 1</w:t>
      </w:r>
      <w:r w:rsidR="00686E11">
        <w:t> h 55 min</w:t>
      </w:r>
      <w:r>
        <w:t xml:space="preserve"> Lequel</w:t>
      </w:r>
      <w:r w:rsidR="00EA1520">
        <w:t xml:space="preserve"> des deux sortira du cinéma le premier</w:t>
      </w:r>
      <w:r w:rsidR="00686E11">
        <w:t> </w:t>
      </w:r>
      <w:r w:rsidRPr="00EB6624">
        <w:t>?</w:t>
      </w:r>
      <w:r w:rsidR="00C47D1C">
        <w:t xml:space="preserve"> Justifier.</w:t>
      </w:r>
    </w:p>
    <w:p w14:paraId="12986A38" w14:textId="46103414" w:rsidR="00EB6624" w:rsidRDefault="00EB6624" w:rsidP="00884F08">
      <w:pPr>
        <w:pStyle w:val="Titre2"/>
      </w:pPr>
      <w:r w:rsidRPr="00EB6624">
        <w:t>Exercice</w:t>
      </w:r>
      <w:r w:rsidR="00686E11">
        <w:t> </w:t>
      </w:r>
      <w:r w:rsidR="00884F08">
        <w:t>3</w:t>
      </w:r>
    </w:p>
    <w:p w14:paraId="2BD86604" w14:textId="5ECA9666" w:rsidR="00EB6624" w:rsidRPr="00EB6624" w:rsidRDefault="00B7380A" w:rsidP="00884F08">
      <w:r>
        <w:t>Salomé réalise deux tours de manège. Le premier dure 2</w:t>
      </w:r>
      <w:r w:rsidR="00686E11">
        <w:t> min 47 </w:t>
      </w:r>
      <w:r>
        <w:t>s et le</w:t>
      </w:r>
      <w:r w:rsidR="00EB6624" w:rsidRPr="00EB6624">
        <w:t xml:space="preserve"> second dure 3</w:t>
      </w:r>
      <w:r w:rsidR="00686E11">
        <w:t> min 38 s</w:t>
      </w:r>
      <w:r w:rsidR="00EB6624" w:rsidRPr="00EB6624">
        <w:t xml:space="preserve"> </w:t>
      </w:r>
      <w:r>
        <w:t>Combien de temps aura-t-elle passé dans les deux manèges</w:t>
      </w:r>
      <w:r w:rsidR="00686E11">
        <w:t> </w:t>
      </w:r>
      <w:r w:rsidR="00EB6624" w:rsidRPr="00EB6624">
        <w:t>?</w:t>
      </w:r>
      <w:r w:rsidR="00C47D1C">
        <w:t xml:space="preserve"> Justifier.</w:t>
      </w:r>
    </w:p>
    <w:p w14:paraId="00558158" w14:textId="77777777" w:rsidR="00E32D29" w:rsidRPr="00F2580F" w:rsidRDefault="00E32D29" w:rsidP="00884F08">
      <w:pPr>
        <w:pStyle w:val="Titre1"/>
      </w:pPr>
      <w:r w:rsidRPr="00F2580F">
        <w:t>J</w:t>
      </w:r>
      <w:r>
        <w:t>’approfondis</w:t>
      </w:r>
    </w:p>
    <w:p w14:paraId="6AAB48B6" w14:textId="0FCB76D8" w:rsidR="00E32D29" w:rsidRDefault="00E32D29" w:rsidP="00884F08">
      <w:pPr>
        <w:pStyle w:val="Titre2"/>
      </w:pPr>
      <w:r w:rsidRPr="00970DA8">
        <w:t>Exercice </w:t>
      </w:r>
      <w:r w:rsidR="00884F08">
        <w:t>4</w:t>
      </w:r>
    </w:p>
    <w:p w14:paraId="77595EF4" w14:textId="26D525EE" w:rsidR="00A931FD" w:rsidRDefault="00566C5E" w:rsidP="00884F08">
      <w:r>
        <w:t>Charlie Dalin a franchi le premier la ligne d’arrivée</w:t>
      </w:r>
      <w:r w:rsidR="005150DE">
        <w:t xml:space="preserve"> </w:t>
      </w:r>
      <w:r>
        <w:t xml:space="preserve">de la dernière édition </w:t>
      </w:r>
      <w:r w:rsidR="006E3347">
        <w:t>de</w:t>
      </w:r>
      <w:r w:rsidR="007906BD">
        <w:t xml:space="preserve"> la course du Vendée Globe</w:t>
      </w:r>
      <w:r w:rsidR="005150DE">
        <w:t>,</w:t>
      </w:r>
      <w:r w:rsidR="007906BD">
        <w:t xml:space="preserve"> </w:t>
      </w:r>
      <w:r w:rsidR="005150DE">
        <w:t xml:space="preserve">aux Sables-d’Olonne, </w:t>
      </w:r>
      <w:r w:rsidR="007906BD">
        <w:t>le 27</w:t>
      </w:r>
      <w:r w:rsidR="006E3347">
        <w:t xml:space="preserve"> janvier 2021</w:t>
      </w:r>
      <w:r w:rsidR="005150DE" w:rsidRPr="005150DE">
        <w:t xml:space="preserve"> </w:t>
      </w:r>
      <w:r w:rsidR="005150DE">
        <w:t>à 20</w:t>
      </w:r>
      <w:r w:rsidR="00686E11">
        <w:t> </w:t>
      </w:r>
      <w:r w:rsidR="005150DE">
        <w:t xml:space="preserve">h. </w:t>
      </w:r>
      <w:r w:rsidR="008C173F" w:rsidRPr="009479C0">
        <w:t xml:space="preserve">Le départ avait </w:t>
      </w:r>
      <w:r w:rsidR="00AC42C0">
        <w:t xml:space="preserve">eu </w:t>
      </w:r>
      <w:r w:rsidR="008C173F" w:rsidRPr="009479C0">
        <w:t xml:space="preserve">lieu </w:t>
      </w:r>
      <w:r w:rsidR="006E3347">
        <w:t>au même endroit le 8 novembre à 14</w:t>
      </w:r>
      <w:r w:rsidR="00686E11">
        <w:t> </w:t>
      </w:r>
      <w:r w:rsidR="006E3347">
        <w:t>h</w:t>
      </w:r>
      <w:r w:rsidR="008C173F" w:rsidRPr="009479C0">
        <w:t xml:space="preserve">. Calculer le temps </w:t>
      </w:r>
      <w:r w:rsidR="00A931FD">
        <w:t xml:space="preserve">de course </w:t>
      </w:r>
      <w:r w:rsidR="007906BD">
        <w:t>de Charlie Dalin</w:t>
      </w:r>
      <w:r w:rsidR="008C173F" w:rsidRPr="009479C0">
        <w:t>.</w:t>
      </w:r>
      <w:r w:rsidR="00C47D1C">
        <w:t xml:space="preserve"> </w:t>
      </w:r>
    </w:p>
    <w:p w14:paraId="4392F8D6" w14:textId="112667DE" w:rsidR="00E32D29" w:rsidRPr="009479C0" w:rsidRDefault="00E32D29" w:rsidP="00884F08">
      <w:pPr>
        <w:pStyle w:val="Titre2"/>
      </w:pPr>
      <w:r w:rsidRPr="00560572">
        <w:t>Exercice </w:t>
      </w:r>
      <w:r w:rsidR="00D12F8B" w:rsidRPr="00560572">
        <w:t>5</w:t>
      </w:r>
    </w:p>
    <w:p w14:paraId="32FFF756" w14:textId="57AF54E3" w:rsidR="008C173F" w:rsidRDefault="008C173F" w:rsidP="00884F08">
      <w:r w:rsidRPr="009479C0">
        <w:t>Lors du marathon de Paris le 2 avril 2023, le vainqueur est arrivé après 2</w:t>
      </w:r>
      <w:r w:rsidR="00686E11">
        <w:t> h 7 min 15 </w:t>
      </w:r>
      <w:r w:rsidRPr="009479C0">
        <w:t xml:space="preserve">s </w:t>
      </w:r>
      <w:r w:rsidR="008866D5">
        <w:t xml:space="preserve">de course </w:t>
      </w:r>
      <w:r w:rsidRPr="009479C0">
        <w:t>alors que le dernier concurrent a couru pendant 7</w:t>
      </w:r>
      <w:r w:rsidR="00686E11">
        <w:t> h 22 min 13 s</w:t>
      </w:r>
      <w:r w:rsidRPr="009479C0">
        <w:t xml:space="preserve"> </w:t>
      </w:r>
    </w:p>
    <w:p w14:paraId="20C05EE8" w14:textId="036723E6" w:rsidR="008C173F" w:rsidRPr="009479C0" w:rsidRDefault="008C173F" w:rsidP="00884F08">
      <w:r w:rsidRPr="009479C0">
        <w:t>Quelle durée sépare ces deux coureurs </w:t>
      </w:r>
      <w:r w:rsidR="00B66969">
        <w:t>sur la ligne d’arrivée</w:t>
      </w:r>
      <w:r w:rsidR="00686E11">
        <w:t> </w:t>
      </w:r>
      <w:r w:rsidRPr="009479C0">
        <w:t>?</w:t>
      </w:r>
      <w:r w:rsidR="00C47D1C">
        <w:t xml:space="preserve"> Justifier.</w:t>
      </w:r>
    </w:p>
    <w:p w14:paraId="4FA4B2DD" w14:textId="7B5B8B0A" w:rsidR="00E32D29" w:rsidRDefault="00E32D29" w:rsidP="00884F08">
      <w:pPr>
        <w:pStyle w:val="Titre2"/>
      </w:pPr>
      <w:r w:rsidRPr="00560572">
        <w:t>Exercice</w:t>
      </w:r>
      <w:r w:rsidR="00686E11" w:rsidRPr="00560572">
        <w:t> </w:t>
      </w:r>
      <w:r w:rsidR="00D12F8B" w:rsidRPr="00560572">
        <w:t>6</w:t>
      </w:r>
    </w:p>
    <w:p w14:paraId="78E5B7E1" w14:textId="1DBFF084" w:rsidR="008C173F" w:rsidRPr="002E51C0" w:rsidRDefault="00CD4D46" w:rsidP="00884F08">
      <w:r w:rsidRPr="002E51C0">
        <w:t>Dans une usine de production de jus de pomme</w:t>
      </w:r>
      <w:r w:rsidR="00EB6624" w:rsidRPr="002E51C0">
        <w:t xml:space="preserve">, </w:t>
      </w:r>
      <w:r w:rsidR="001C26B0" w:rsidRPr="002E51C0">
        <w:t xml:space="preserve">une machine </w:t>
      </w:r>
      <w:r w:rsidR="004F696D" w:rsidRPr="002E51C0">
        <w:t>met 5</w:t>
      </w:r>
      <w:r w:rsidR="00686E11">
        <w:t> </w:t>
      </w:r>
      <w:r w:rsidR="00EB6624" w:rsidRPr="002E51C0">
        <w:t xml:space="preserve">s pour </w:t>
      </w:r>
      <w:r w:rsidRPr="002E51C0">
        <w:t>remplir une bouteil</w:t>
      </w:r>
      <w:r w:rsidR="004F696D" w:rsidRPr="002E51C0">
        <w:t>le de 1 L et 2</w:t>
      </w:r>
      <w:r w:rsidR="00686E11">
        <w:t> </w:t>
      </w:r>
      <w:r w:rsidRPr="002E51C0">
        <w:t>s pour déposer le bouchon.</w:t>
      </w:r>
      <w:r w:rsidR="001C26B0" w:rsidRPr="002E51C0">
        <w:t xml:space="preserve"> </w:t>
      </w:r>
      <w:r w:rsidR="008E4A77">
        <w:t>P</w:t>
      </w:r>
      <w:r w:rsidR="008E4A77" w:rsidRPr="002E51C0">
        <w:t>our passer d’une bouteille à la suivante</w:t>
      </w:r>
      <w:r w:rsidR="008E4A77">
        <w:t>, 3</w:t>
      </w:r>
      <w:r w:rsidR="00686E11">
        <w:t> </w:t>
      </w:r>
      <w:r w:rsidR="008E4A77">
        <w:t xml:space="preserve">s </w:t>
      </w:r>
      <w:r w:rsidR="002E51C0">
        <w:t xml:space="preserve">sont </w:t>
      </w:r>
      <w:r w:rsidR="008E4A77">
        <w:t>nécessaires.</w:t>
      </w:r>
    </w:p>
    <w:p w14:paraId="45731063" w14:textId="65E29A74" w:rsidR="00EB6624" w:rsidRPr="002E51C0" w:rsidRDefault="008C173F" w:rsidP="00884F08">
      <w:r w:rsidRPr="002E51C0">
        <w:t>Est-ce que 2</w:t>
      </w:r>
      <w:r w:rsidR="00686E11">
        <w:t> </w:t>
      </w:r>
      <w:r w:rsidR="008E4A77">
        <w:t>h</w:t>
      </w:r>
      <w:r w:rsidRPr="002E51C0">
        <w:t xml:space="preserve"> suffiront pour remplir et boucher 1</w:t>
      </w:r>
      <w:r w:rsidR="00686E11">
        <w:t> </w:t>
      </w:r>
      <w:r w:rsidRPr="002E51C0">
        <w:t>000 bouteilles </w:t>
      </w:r>
      <w:r w:rsidR="003944AF">
        <w:t>avec cette machine</w:t>
      </w:r>
      <w:r w:rsidR="00686E11">
        <w:t> </w:t>
      </w:r>
      <w:r w:rsidR="003944AF">
        <w:t xml:space="preserve">? </w:t>
      </w:r>
      <w:r w:rsidR="003171F1" w:rsidRPr="002E51C0">
        <w:t>Justifier.</w:t>
      </w:r>
    </w:p>
    <w:p w14:paraId="384EC23E" w14:textId="15C231C5" w:rsidR="00EB6624" w:rsidRPr="001D6646" w:rsidRDefault="001D6646" w:rsidP="00884F08">
      <w:pPr>
        <w:pStyle w:val="Titre1"/>
      </w:pPr>
      <w:r w:rsidRPr="00F7465C">
        <w:t xml:space="preserve">Je </w:t>
      </w:r>
      <w:r>
        <w:t>comprends</w:t>
      </w:r>
    </w:p>
    <w:p w14:paraId="4AD6DF3C" w14:textId="77777777" w:rsidR="00884F08" w:rsidRPr="00884F08" w:rsidRDefault="00884F08" w:rsidP="00884F08">
      <w:pPr>
        <w:rPr>
          <w:b/>
          <w:noProof/>
        </w:rPr>
      </w:pPr>
      <w:r w:rsidRPr="00884F08">
        <w:rPr>
          <w:b/>
          <w:noProof/>
        </w:rPr>
        <w:t xml:space="preserve">Effectuer des calculs ou comparer des aires </w:t>
      </w:r>
    </w:p>
    <w:p w14:paraId="303EED4B" w14:textId="77777777" w:rsidR="00884F08" w:rsidRPr="00884F08" w:rsidRDefault="00884F08" w:rsidP="00884F08">
      <w:pPr>
        <w:spacing w:after="0"/>
        <w:rPr>
          <w:szCs w:val="28"/>
        </w:rPr>
      </w:pPr>
      <w:r w:rsidRPr="00884F08">
        <w:rPr>
          <w:szCs w:val="28"/>
        </w:rPr>
        <w:t>Pour m’aider…</w:t>
      </w:r>
    </w:p>
    <w:p w14:paraId="792230AE" w14:textId="77777777" w:rsidR="00884F08" w:rsidRPr="00884F08" w:rsidRDefault="00884F08" w:rsidP="00884F08">
      <w:pPr>
        <w:spacing w:after="0"/>
        <w:rPr>
          <w:szCs w:val="28"/>
        </w:rPr>
      </w:pPr>
      <w:r w:rsidRPr="00884F08">
        <w:rPr>
          <w:szCs w:val="28"/>
        </w:rPr>
        <w:t xml:space="preserve">Pour </w:t>
      </w:r>
      <w:r w:rsidRPr="00884F08">
        <w:rPr>
          <w:b/>
          <w:szCs w:val="28"/>
        </w:rPr>
        <w:t xml:space="preserve">comparer </w:t>
      </w:r>
      <w:r w:rsidRPr="00884F08">
        <w:rPr>
          <w:szCs w:val="28"/>
        </w:rPr>
        <w:t>ou</w:t>
      </w:r>
      <w:r w:rsidRPr="00884F08">
        <w:rPr>
          <w:b/>
          <w:szCs w:val="28"/>
        </w:rPr>
        <w:t xml:space="preserve"> effectuer un calcul avec des aires</w:t>
      </w:r>
      <w:r w:rsidRPr="00884F08">
        <w:rPr>
          <w:szCs w:val="28"/>
        </w:rPr>
        <w:t>, il faut s’assurer qu’elles soient exprimées dans la même unité.</w:t>
      </w:r>
    </w:p>
    <w:p w14:paraId="2FB28CA1" w14:textId="29BFAFCA" w:rsidR="00884F08" w:rsidRPr="00560572" w:rsidRDefault="00884F08" w:rsidP="00884F08">
      <w:pPr>
        <w:spacing w:after="0"/>
        <w:rPr>
          <w:szCs w:val="28"/>
        </w:rPr>
      </w:pPr>
      <w:r w:rsidRPr="00560572">
        <w:rPr>
          <w:szCs w:val="28"/>
        </w:rPr>
        <w:t xml:space="preserve">Exemple : </w:t>
      </w:r>
      <w:r w:rsidRPr="00560572">
        <w:rPr>
          <w:b/>
          <w:szCs w:val="28"/>
        </w:rPr>
        <w:t>comparer</w:t>
      </w:r>
      <w:r w:rsidRPr="00560572">
        <w:rPr>
          <w:szCs w:val="28"/>
        </w:rPr>
        <w:t xml:space="preserve"> 5</w:t>
      </w:r>
      <w:r w:rsidR="00686E11" w:rsidRPr="00560572">
        <w:rPr>
          <w:szCs w:val="28"/>
        </w:rPr>
        <w:t> </w:t>
      </w:r>
      <w:r w:rsidR="00D12F8B" w:rsidRPr="00560572">
        <w:rPr>
          <w:szCs w:val="28"/>
        </w:rPr>
        <w:t>m</w:t>
      </w:r>
      <w:r w:rsidR="00D12F8B" w:rsidRPr="00560572">
        <w:rPr>
          <w:szCs w:val="28"/>
          <w:vertAlign w:val="superscript"/>
        </w:rPr>
        <w:t>2</w:t>
      </w:r>
      <w:r w:rsidRPr="00560572">
        <w:rPr>
          <w:szCs w:val="28"/>
        </w:rPr>
        <w:t xml:space="preserve"> et 170</w:t>
      </w:r>
      <w:r w:rsidR="00686E11" w:rsidRPr="00560572">
        <w:rPr>
          <w:szCs w:val="28"/>
        </w:rPr>
        <w:t> </w:t>
      </w:r>
      <w:r w:rsidRPr="00560572">
        <w:rPr>
          <w:szCs w:val="28"/>
        </w:rPr>
        <w:t>dm</w:t>
      </w:r>
      <w:r w:rsidRPr="00560572">
        <w:rPr>
          <w:szCs w:val="28"/>
          <w:vertAlign w:val="superscript"/>
        </w:rPr>
        <w:t>2</w:t>
      </w:r>
      <w:r w:rsidRPr="00560572">
        <w:rPr>
          <w:szCs w:val="28"/>
        </w:rPr>
        <w:t>.</w:t>
      </w:r>
    </w:p>
    <w:p w14:paraId="6FC9DB6B" w14:textId="1C9DA34F" w:rsidR="00884F08" w:rsidRPr="00560572" w:rsidRDefault="00884F08" w:rsidP="00884F08">
      <w:pPr>
        <w:pStyle w:val="Paragraphedeliste"/>
        <w:numPr>
          <w:ilvl w:val="0"/>
          <w:numId w:val="12"/>
        </w:numPr>
        <w:tabs>
          <w:tab w:val="left" w:pos="284"/>
        </w:tabs>
        <w:spacing w:after="0"/>
        <w:rPr>
          <w:szCs w:val="28"/>
        </w:rPr>
      </w:pPr>
      <w:r w:rsidRPr="00560572">
        <w:rPr>
          <w:szCs w:val="28"/>
        </w:rPr>
        <w:t>On convertit : 5</w:t>
      </w:r>
      <w:r w:rsidR="00686E11" w:rsidRPr="00560572">
        <w:rPr>
          <w:szCs w:val="28"/>
        </w:rPr>
        <w:t> </w:t>
      </w:r>
      <w:r w:rsidR="00D12F8B" w:rsidRPr="00560572">
        <w:rPr>
          <w:szCs w:val="28"/>
        </w:rPr>
        <w:t>m</w:t>
      </w:r>
      <w:r w:rsidR="00D12F8B" w:rsidRPr="00560572">
        <w:rPr>
          <w:szCs w:val="28"/>
          <w:vertAlign w:val="superscript"/>
        </w:rPr>
        <w:t xml:space="preserve">2 </w:t>
      </w:r>
      <w:r w:rsidRPr="00560572">
        <w:rPr>
          <w:szCs w:val="28"/>
        </w:rPr>
        <w:t>= 500</w:t>
      </w:r>
      <w:r w:rsidR="00686E11" w:rsidRPr="00560572">
        <w:rPr>
          <w:szCs w:val="28"/>
        </w:rPr>
        <w:t> </w:t>
      </w:r>
      <w:r w:rsidRPr="00560572">
        <w:rPr>
          <w:szCs w:val="28"/>
        </w:rPr>
        <w:t>dm</w:t>
      </w:r>
      <w:r w:rsidRPr="00560572">
        <w:rPr>
          <w:szCs w:val="28"/>
          <w:vertAlign w:val="superscript"/>
        </w:rPr>
        <w:t>2</w:t>
      </w:r>
      <w:r w:rsidRPr="00560572">
        <w:rPr>
          <w:szCs w:val="28"/>
        </w:rPr>
        <w:t>.</w:t>
      </w:r>
    </w:p>
    <w:p w14:paraId="2DF39D65" w14:textId="269896D0" w:rsidR="00884F08" w:rsidRPr="00560572" w:rsidRDefault="00884F08" w:rsidP="00884F08">
      <w:pPr>
        <w:pStyle w:val="Paragraphedeliste"/>
        <w:numPr>
          <w:ilvl w:val="0"/>
          <w:numId w:val="12"/>
        </w:numPr>
        <w:tabs>
          <w:tab w:val="left" w:pos="284"/>
        </w:tabs>
        <w:spacing w:after="0"/>
        <w:rPr>
          <w:szCs w:val="28"/>
        </w:rPr>
      </w:pPr>
      <w:r w:rsidRPr="00560572">
        <w:rPr>
          <w:szCs w:val="28"/>
        </w:rPr>
        <w:t>On compare : 500</w:t>
      </w:r>
      <w:r w:rsidR="00686E11" w:rsidRPr="00560572">
        <w:rPr>
          <w:szCs w:val="28"/>
        </w:rPr>
        <w:t> </w:t>
      </w:r>
      <w:r w:rsidRPr="00560572">
        <w:rPr>
          <w:szCs w:val="28"/>
        </w:rPr>
        <w:t>dm</w:t>
      </w:r>
      <w:r w:rsidRPr="00560572">
        <w:rPr>
          <w:szCs w:val="28"/>
          <w:vertAlign w:val="superscript"/>
        </w:rPr>
        <w:t xml:space="preserve">2 </w:t>
      </w:r>
      <w:r w:rsidRPr="00560572">
        <w:rPr>
          <w:szCs w:val="28"/>
        </w:rPr>
        <w:t>est supérieur à 170</w:t>
      </w:r>
      <w:r w:rsidR="00686E11" w:rsidRPr="00560572">
        <w:rPr>
          <w:szCs w:val="28"/>
        </w:rPr>
        <w:t> </w:t>
      </w:r>
      <w:r w:rsidRPr="00560572">
        <w:rPr>
          <w:szCs w:val="28"/>
        </w:rPr>
        <w:t>dm</w:t>
      </w:r>
      <w:r w:rsidRPr="00560572">
        <w:rPr>
          <w:szCs w:val="28"/>
          <w:vertAlign w:val="superscript"/>
        </w:rPr>
        <w:t>2</w:t>
      </w:r>
      <w:r w:rsidRPr="00560572">
        <w:rPr>
          <w:szCs w:val="28"/>
        </w:rPr>
        <w:t>.</w:t>
      </w:r>
    </w:p>
    <w:p w14:paraId="75E9F98A" w14:textId="0F647834" w:rsidR="00884F08" w:rsidRPr="00560572" w:rsidRDefault="00884F08" w:rsidP="00884F08">
      <w:pPr>
        <w:pStyle w:val="Paragraphedeliste"/>
        <w:numPr>
          <w:ilvl w:val="0"/>
          <w:numId w:val="12"/>
        </w:numPr>
        <w:tabs>
          <w:tab w:val="left" w:pos="284"/>
        </w:tabs>
        <w:spacing w:after="0"/>
        <w:rPr>
          <w:szCs w:val="28"/>
        </w:rPr>
      </w:pPr>
      <w:r w:rsidRPr="00560572">
        <w:rPr>
          <w:szCs w:val="28"/>
        </w:rPr>
        <w:t>On conclut : 5</w:t>
      </w:r>
      <w:r w:rsidR="00686E11" w:rsidRPr="00560572">
        <w:rPr>
          <w:szCs w:val="28"/>
        </w:rPr>
        <w:t> </w:t>
      </w:r>
      <w:r w:rsidR="00D12F8B" w:rsidRPr="00560572">
        <w:rPr>
          <w:szCs w:val="28"/>
        </w:rPr>
        <w:t>m</w:t>
      </w:r>
      <w:r w:rsidR="00D12F8B" w:rsidRPr="00560572">
        <w:rPr>
          <w:szCs w:val="28"/>
          <w:vertAlign w:val="superscript"/>
        </w:rPr>
        <w:t>2</w:t>
      </w:r>
      <w:r w:rsidRPr="00560572">
        <w:rPr>
          <w:szCs w:val="28"/>
        </w:rPr>
        <w:t xml:space="preserve"> &gt; 170</w:t>
      </w:r>
      <w:r w:rsidR="00686E11" w:rsidRPr="00560572">
        <w:rPr>
          <w:szCs w:val="28"/>
        </w:rPr>
        <w:t> </w:t>
      </w:r>
      <w:r w:rsidRPr="00560572">
        <w:rPr>
          <w:szCs w:val="28"/>
        </w:rPr>
        <w:t>dm</w:t>
      </w:r>
      <w:r w:rsidRPr="00560572">
        <w:rPr>
          <w:szCs w:val="28"/>
          <w:vertAlign w:val="superscript"/>
        </w:rPr>
        <w:t>2</w:t>
      </w:r>
      <w:r w:rsidRPr="00560572">
        <w:rPr>
          <w:szCs w:val="28"/>
        </w:rPr>
        <w:t>.</w:t>
      </w:r>
    </w:p>
    <w:p w14:paraId="0BF3B6C6" w14:textId="131D34BD" w:rsidR="00EB6624" w:rsidRPr="00961942" w:rsidRDefault="00884F08" w:rsidP="00884F08">
      <w:pPr>
        <w:pStyle w:val="Titre1"/>
      </w:pPr>
      <w:r>
        <w:t>Je m’exerce</w:t>
      </w:r>
    </w:p>
    <w:p w14:paraId="1FB786C6" w14:textId="792D6A1A" w:rsidR="00EB6624" w:rsidRDefault="00EB6624" w:rsidP="00884F08">
      <w:pPr>
        <w:pStyle w:val="Titre2"/>
      </w:pPr>
      <w:r w:rsidRPr="00970DA8">
        <w:t>Exercice</w:t>
      </w:r>
      <w:r w:rsidR="00686E11">
        <w:t> </w:t>
      </w:r>
      <w:r>
        <w:t>1</w:t>
      </w:r>
    </w:p>
    <w:p w14:paraId="59E9CAE5" w14:textId="77777777" w:rsidR="00325963" w:rsidRPr="00884F08" w:rsidRDefault="00EB6624" w:rsidP="00325963">
      <w:pPr>
        <w:spacing w:before="40" w:after="0"/>
        <w:rPr>
          <w:szCs w:val="24"/>
        </w:rPr>
      </w:pPr>
      <w:r w:rsidRPr="00884F08">
        <w:rPr>
          <w:szCs w:val="24"/>
        </w:rPr>
        <w:t>Comparer les grandeurs suivantes :</w:t>
      </w:r>
    </w:p>
    <w:p w14:paraId="163AC03D" w14:textId="44F79A20" w:rsidR="00325963" w:rsidRPr="00884F08" w:rsidRDefault="00D12F8B" w:rsidP="00325963">
      <w:pPr>
        <w:pStyle w:val="Paragraphedeliste"/>
        <w:numPr>
          <w:ilvl w:val="0"/>
          <w:numId w:val="17"/>
        </w:numPr>
        <w:tabs>
          <w:tab w:val="left" w:pos="567"/>
        </w:tabs>
        <w:spacing w:before="40" w:after="0"/>
        <w:rPr>
          <w:szCs w:val="24"/>
        </w:rPr>
      </w:pPr>
      <w:r>
        <w:rPr>
          <w:szCs w:val="24"/>
        </w:rPr>
        <w:t xml:space="preserve"> </w:t>
      </w:r>
      <w:r w:rsidR="00EB6624" w:rsidRPr="00884F08">
        <w:rPr>
          <w:szCs w:val="24"/>
        </w:rPr>
        <w:t>69,87</w:t>
      </w:r>
      <w:r w:rsidR="00686E11">
        <w:rPr>
          <w:szCs w:val="24"/>
        </w:rPr>
        <w:t> </w:t>
      </w:r>
      <w:r w:rsidR="00EB6624" w:rsidRPr="00884F08">
        <w:rPr>
          <w:szCs w:val="24"/>
        </w:rPr>
        <w:t>cm</w:t>
      </w:r>
      <w:r w:rsidR="00EB6624" w:rsidRPr="00884F08">
        <w:rPr>
          <w:szCs w:val="24"/>
          <w:vertAlign w:val="superscript"/>
        </w:rPr>
        <w:t>2</w:t>
      </w:r>
      <w:r w:rsidR="00C04507" w:rsidRPr="00884F08">
        <w:rPr>
          <w:szCs w:val="24"/>
        </w:rPr>
        <w:t xml:space="preserve"> et 7</w:t>
      </w:r>
      <w:r w:rsidR="00686E11">
        <w:rPr>
          <w:szCs w:val="24"/>
        </w:rPr>
        <w:t> </w:t>
      </w:r>
      <w:r w:rsidR="00C04507" w:rsidRPr="00884F08">
        <w:rPr>
          <w:szCs w:val="24"/>
        </w:rPr>
        <w:t>5</w:t>
      </w:r>
      <w:r w:rsidR="00EB6624" w:rsidRPr="00884F08">
        <w:rPr>
          <w:szCs w:val="24"/>
        </w:rPr>
        <w:t>00</w:t>
      </w:r>
      <w:r w:rsidR="00686E11">
        <w:rPr>
          <w:szCs w:val="24"/>
        </w:rPr>
        <w:t> </w:t>
      </w:r>
      <w:r w:rsidR="00EB6624" w:rsidRPr="00884F08">
        <w:rPr>
          <w:szCs w:val="24"/>
        </w:rPr>
        <w:t>mm</w:t>
      </w:r>
      <w:r w:rsidR="00EB6624" w:rsidRPr="00884F08">
        <w:rPr>
          <w:szCs w:val="24"/>
          <w:vertAlign w:val="superscript"/>
        </w:rPr>
        <w:t>2</w:t>
      </w:r>
      <w:r w:rsidR="00686E11">
        <w:rPr>
          <w:szCs w:val="24"/>
          <w:vertAlign w:val="superscript"/>
        </w:rPr>
        <w:t> </w:t>
      </w:r>
      <w:r w:rsidR="00EB6624" w:rsidRPr="00884F08">
        <w:rPr>
          <w:szCs w:val="24"/>
        </w:rPr>
        <w:t>;</w:t>
      </w:r>
    </w:p>
    <w:p w14:paraId="6923283B" w14:textId="1C640A9B" w:rsidR="00325963" w:rsidRPr="00884F08" w:rsidRDefault="00D12F8B" w:rsidP="004F20CA">
      <w:pPr>
        <w:pStyle w:val="Paragraphedeliste"/>
        <w:numPr>
          <w:ilvl w:val="0"/>
          <w:numId w:val="17"/>
        </w:numPr>
        <w:tabs>
          <w:tab w:val="left" w:pos="567"/>
        </w:tabs>
        <w:spacing w:before="40" w:after="0"/>
        <w:rPr>
          <w:szCs w:val="24"/>
        </w:rPr>
      </w:pPr>
      <w:r>
        <w:rPr>
          <w:szCs w:val="24"/>
        </w:rPr>
        <w:t xml:space="preserve"> </w:t>
      </w:r>
      <w:r w:rsidR="00EB6624" w:rsidRPr="00884F08">
        <w:rPr>
          <w:szCs w:val="24"/>
        </w:rPr>
        <w:t>76</w:t>
      </w:r>
      <w:r w:rsidR="00686E11">
        <w:rPr>
          <w:szCs w:val="24"/>
        </w:rPr>
        <w:t> </w:t>
      </w:r>
      <w:r w:rsidR="00EB6624" w:rsidRPr="00884F08">
        <w:rPr>
          <w:szCs w:val="24"/>
        </w:rPr>
        <w:t>km</w:t>
      </w:r>
      <w:r w:rsidR="00EB6624" w:rsidRPr="00884F08">
        <w:rPr>
          <w:szCs w:val="24"/>
          <w:vertAlign w:val="superscript"/>
        </w:rPr>
        <w:t>2</w:t>
      </w:r>
      <w:r w:rsidR="00EB6624" w:rsidRPr="00884F08">
        <w:rPr>
          <w:szCs w:val="24"/>
        </w:rPr>
        <w:t xml:space="preserve"> et 547</w:t>
      </w:r>
      <w:r w:rsidR="00686E11">
        <w:rPr>
          <w:szCs w:val="24"/>
        </w:rPr>
        <w:t> </w:t>
      </w:r>
      <w:r w:rsidR="00EB6624" w:rsidRPr="00884F08">
        <w:rPr>
          <w:szCs w:val="24"/>
        </w:rPr>
        <w:t>hm</w:t>
      </w:r>
      <w:r w:rsidR="00EB6624" w:rsidRPr="00884F08">
        <w:rPr>
          <w:szCs w:val="24"/>
          <w:vertAlign w:val="superscript"/>
        </w:rPr>
        <w:t>2</w:t>
      </w:r>
      <w:r w:rsidR="00686E11">
        <w:rPr>
          <w:szCs w:val="24"/>
          <w:vertAlign w:val="superscript"/>
        </w:rPr>
        <w:t> </w:t>
      </w:r>
      <w:r w:rsidR="00EB6624" w:rsidRPr="00884F08">
        <w:rPr>
          <w:szCs w:val="24"/>
        </w:rPr>
        <w:t>;</w:t>
      </w:r>
    </w:p>
    <w:p w14:paraId="7E9F1F30" w14:textId="4EE1BF2D" w:rsidR="00EB6624" w:rsidRPr="00560572" w:rsidRDefault="00EB6624" w:rsidP="00325963">
      <w:pPr>
        <w:pStyle w:val="Paragraphedeliste"/>
        <w:numPr>
          <w:ilvl w:val="0"/>
          <w:numId w:val="17"/>
        </w:numPr>
        <w:tabs>
          <w:tab w:val="left" w:pos="567"/>
        </w:tabs>
        <w:spacing w:after="0"/>
        <w:ind w:left="714" w:hanging="357"/>
        <w:rPr>
          <w:szCs w:val="24"/>
        </w:rPr>
      </w:pPr>
      <w:r w:rsidRPr="00884F08">
        <w:rPr>
          <w:szCs w:val="24"/>
        </w:rPr>
        <w:t xml:space="preserve"> </w:t>
      </w:r>
      <w:r w:rsidRPr="00560572">
        <w:rPr>
          <w:szCs w:val="24"/>
        </w:rPr>
        <w:t>1</w:t>
      </w:r>
      <w:r w:rsidR="00D12F8B" w:rsidRPr="00560572">
        <w:rPr>
          <w:szCs w:val="24"/>
        </w:rPr>
        <w:t xml:space="preserve"> </w:t>
      </w:r>
      <w:r w:rsidRPr="00560572">
        <w:rPr>
          <w:szCs w:val="24"/>
        </w:rPr>
        <w:t>000</w:t>
      </w:r>
      <w:r w:rsidR="00686E11" w:rsidRPr="00560572">
        <w:rPr>
          <w:szCs w:val="24"/>
        </w:rPr>
        <w:t> </w:t>
      </w:r>
      <w:r w:rsidRPr="00560572">
        <w:rPr>
          <w:szCs w:val="24"/>
        </w:rPr>
        <w:t>cm</w:t>
      </w:r>
      <w:r w:rsidRPr="00560572">
        <w:rPr>
          <w:szCs w:val="24"/>
          <w:vertAlign w:val="superscript"/>
        </w:rPr>
        <w:t>2</w:t>
      </w:r>
      <w:r w:rsidRPr="00560572">
        <w:rPr>
          <w:szCs w:val="24"/>
        </w:rPr>
        <w:t xml:space="preserve"> et 1</w:t>
      </w:r>
      <w:r w:rsidR="00686E11" w:rsidRPr="00560572">
        <w:rPr>
          <w:szCs w:val="24"/>
        </w:rPr>
        <w:t> </w:t>
      </w:r>
      <w:r w:rsidR="00D12F8B" w:rsidRPr="00560572">
        <w:rPr>
          <w:szCs w:val="24"/>
        </w:rPr>
        <w:t>m</w:t>
      </w:r>
      <w:r w:rsidR="00D12F8B" w:rsidRPr="00560572">
        <w:rPr>
          <w:szCs w:val="24"/>
          <w:vertAlign w:val="superscript"/>
        </w:rPr>
        <w:t>2</w:t>
      </w:r>
      <w:r w:rsidR="00325963" w:rsidRPr="00560572">
        <w:rPr>
          <w:bCs/>
          <w:szCs w:val="32"/>
        </w:rPr>
        <w:t>.</w:t>
      </w:r>
    </w:p>
    <w:p w14:paraId="30DFB179" w14:textId="7DB78D07" w:rsidR="00EB6624" w:rsidRDefault="00EB6624" w:rsidP="00884F08">
      <w:pPr>
        <w:pStyle w:val="Titre2"/>
      </w:pPr>
      <w:r>
        <w:t>Exercice </w:t>
      </w:r>
      <w:r w:rsidR="003171F1">
        <w:t>2</w:t>
      </w:r>
    </w:p>
    <w:p w14:paraId="1EDA8C71" w14:textId="7F562850" w:rsidR="00EB6624" w:rsidRPr="00884F08" w:rsidRDefault="00BF51FC" w:rsidP="00EB6624">
      <w:pPr>
        <w:spacing w:before="40" w:after="0"/>
        <w:rPr>
          <w:bCs/>
          <w:szCs w:val="24"/>
        </w:rPr>
      </w:pPr>
      <w:r w:rsidRPr="00884F08">
        <w:rPr>
          <w:bCs/>
          <w:szCs w:val="24"/>
        </w:rPr>
        <w:t xml:space="preserve">Indiquer si les </w:t>
      </w:r>
      <w:r w:rsidR="0028193B" w:rsidRPr="00884F08">
        <w:rPr>
          <w:bCs/>
          <w:szCs w:val="24"/>
        </w:rPr>
        <w:t>inégalités</w:t>
      </w:r>
      <w:r w:rsidRPr="00884F08">
        <w:rPr>
          <w:bCs/>
          <w:szCs w:val="24"/>
        </w:rPr>
        <w:t xml:space="preserve"> suivantes sont vraies ou fausses. Expliquer.</w:t>
      </w:r>
    </w:p>
    <w:p w14:paraId="7A344895" w14:textId="723E1B80" w:rsidR="00BF51FC" w:rsidRPr="00560572" w:rsidRDefault="00BF51FC" w:rsidP="00EB6624">
      <w:pPr>
        <w:pStyle w:val="Paragraphedeliste"/>
        <w:numPr>
          <w:ilvl w:val="0"/>
          <w:numId w:val="18"/>
        </w:numPr>
        <w:tabs>
          <w:tab w:val="left" w:pos="567"/>
        </w:tabs>
        <w:spacing w:before="40" w:after="0"/>
        <w:rPr>
          <w:szCs w:val="24"/>
        </w:rPr>
      </w:pPr>
      <w:r w:rsidRPr="00560572">
        <w:rPr>
          <w:szCs w:val="24"/>
        </w:rPr>
        <w:t>3000</w:t>
      </w:r>
      <w:r w:rsidR="00686E11" w:rsidRPr="00560572">
        <w:rPr>
          <w:szCs w:val="24"/>
        </w:rPr>
        <w:t> </w:t>
      </w:r>
      <w:r w:rsidR="00EB6624" w:rsidRPr="00560572">
        <w:rPr>
          <w:szCs w:val="24"/>
        </w:rPr>
        <w:t>cm</w:t>
      </w:r>
      <w:r w:rsidR="00EB6624" w:rsidRPr="00560572">
        <w:rPr>
          <w:szCs w:val="24"/>
          <w:vertAlign w:val="superscript"/>
        </w:rPr>
        <w:t>2</w:t>
      </w:r>
      <w:r w:rsidR="00EB6624" w:rsidRPr="00560572">
        <w:rPr>
          <w:szCs w:val="24"/>
        </w:rPr>
        <w:t xml:space="preserve"> &gt; 1</w:t>
      </w:r>
      <w:r w:rsidR="00686E11" w:rsidRPr="00560572">
        <w:rPr>
          <w:szCs w:val="24"/>
        </w:rPr>
        <w:t> </w:t>
      </w:r>
      <w:r w:rsidR="00D12F8B" w:rsidRPr="00560572">
        <w:rPr>
          <w:szCs w:val="24"/>
        </w:rPr>
        <w:t>m</w:t>
      </w:r>
      <w:r w:rsidR="00D12F8B" w:rsidRPr="00560572">
        <w:rPr>
          <w:szCs w:val="24"/>
          <w:vertAlign w:val="superscript"/>
        </w:rPr>
        <w:t>2</w:t>
      </w:r>
    </w:p>
    <w:p w14:paraId="1A2BB462" w14:textId="2D5FB513" w:rsidR="00BF51FC" w:rsidRPr="00884F08" w:rsidRDefault="00EB6624" w:rsidP="00BF51FC">
      <w:pPr>
        <w:pStyle w:val="Paragraphedeliste"/>
        <w:numPr>
          <w:ilvl w:val="0"/>
          <w:numId w:val="18"/>
        </w:numPr>
        <w:tabs>
          <w:tab w:val="left" w:pos="567"/>
        </w:tabs>
        <w:spacing w:before="40" w:after="0"/>
        <w:rPr>
          <w:szCs w:val="24"/>
        </w:rPr>
      </w:pPr>
      <w:bookmarkStart w:id="0" w:name="_GoBack"/>
      <w:bookmarkEnd w:id="0"/>
      <w:r w:rsidRPr="00884F08">
        <w:rPr>
          <w:bCs/>
          <w:szCs w:val="24"/>
        </w:rPr>
        <w:t>7</w:t>
      </w:r>
      <w:r w:rsidR="00686E11">
        <w:rPr>
          <w:bCs/>
          <w:szCs w:val="24"/>
        </w:rPr>
        <w:t> </w:t>
      </w:r>
      <w:r w:rsidRPr="00884F08">
        <w:rPr>
          <w:bCs/>
          <w:szCs w:val="24"/>
        </w:rPr>
        <w:t>cm</w:t>
      </w:r>
      <w:r w:rsidRPr="00884F08">
        <w:rPr>
          <w:bCs/>
          <w:szCs w:val="24"/>
          <w:vertAlign w:val="superscript"/>
        </w:rPr>
        <w:t>2</w:t>
      </w:r>
      <w:r w:rsidRPr="00884F08">
        <w:rPr>
          <w:bCs/>
          <w:szCs w:val="24"/>
        </w:rPr>
        <w:t xml:space="preserve"> +</w:t>
      </w:r>
      <w:r w:rsidR="00686E11">
        <w:rPr>
          <w:bCs/>
          <w:szCs w:val="24"/>
        </w:rPr>
        <w:t> </w:t>
      </w:r>
      <w:r w:rsidRPr="00884F08">
        <w:rPr>
          <w:bCs/>
          <w:szCs w:val="24"/>
        </w:rPr>
        <w:t>6</w:t>
      </w:r>
      <w:r w:rsidR="00686E11">
        <w:rPr>
          <w:bCs/>
          <w:szCs w:val="24"/>
        </w:rPr>
        <w:t> </w:t>
      </w:r>
      <w:r w:rsidRPr="00884F08">
        <w:rPr>
          <w:bCs/>
          <w:szCs w:val="24"/>
        </w:rPr>
        <w:t>mm</w:t>
      </w:r>
      <w:r w:rsidRPr="00884F08">
        <w:rPr>
          <w:bCs/>
          <w:szCs w:val="24"/>
          <w:vertAlign w:val="superscript"/>
        </w:rPr>
        <w:t>2</w:t>
      </w:r>
      <w:r w:rsidR="00C04507" w:rsidRPr="00884F08">
        <w:rPr>
          <w:bCs/>
          <w:szCs w:val="24"/>
        </w:rPr>
        <w:t xml:space="preserve"> </w:t>
      </w:r>
      <w:r w:rsidR="0028193B" w:rsidRPr="00884F08">
        <w:rPr>
          <w:bCs/>
          <w:szCs w:val="24"/>
        </w:rPr>
        <w:t>&gt;</w:t>
      </w:r>
      <w:r w:rsidR="00C04507" w:rsidRPr="00884F08">
        <w:rPr>
          <w:bCs/>
          <w:szCs w:val="24"/>
        </w:rPr>
        <w:t xml:space="preserve"> 7,</w:t>
      </w:r>
      <w:r w:rsidRPr="00884F08">
        <w:rPr>
          <w:bCs/>
          <w:szCs w:val="24"/>
        </w:rPr>
        <w:t>6</w:t>
      </w:r>
      <w:r w:rsidR="00686E11">
        <w:rPr>
          <w:bCs/>
          <w:szCs w:val="24"/>
        </w:rPr>
        <w:t> </w:t>
      </w:r>
      <w:r w:rsidRPr="00884F08">
        <w:rPr>
          <w:bCs/>
          <w:szCs w:val="24"/>
        </w:rPr>
        <w:t>mm</w:t>
      </w:r>
      <w:r w:rsidRPr="00884F08">
        <w:rPr>
          <w:bCs/>
          <w:szCs w:val="24"/>
          <w:vertAlign w:val="superscript"/>
        </w:rPr>
        <w:t>2</w:t>
      </w:r>
    </w:p>
    <w:p w14:paraId="063F9C97" w14:textId="07D926A0" w:rsidR="00EB6624" w:rsidRPr="00884F08" w:rsidRDefault="00EB6624" w:rsidP="00BF51FC">
      <w:pPr>
        <w:pStyle w:val="Paragraphedeliste"/>
        <w:numPr>
          <w:ilvl w:val="0"/>
          <w:numId w:val="18"/>
        </w:numPr>
        <w:tabs>
          <w:tab w:val="left" w:pos="709"/>
        </w:tabs>
        <w:spacing w:before="40" w:after="0"/>
        <w:rPr>
          <w:szCs w:val="24"/>
        </w:rPr>
      </w:pPr>
      <w:r w:rsidRPr="00884F08">
        <w:rPr>
          <w:bCs/>
          <w:szCs w:val="24"/>
        </w:rPr>
        <w:t>75</w:t>
      </w:r>
      <w:r w:rsidR="00686E11">
        <w:rPr>
          <w:bCs/>
          <w:szCs w:val="24"/>
        </w:rPr>
        <w:t> </w:t>
      </w:r>
      <w:r w:rsidRPr="00884F08">
        <w:rPr>
          <w:bCs/>
          <w:szCs w:val="24"/>
        </w:rPr>
        <w:t>m</w:t>
      </w:r>
      <w:r w:rsidRPr="00884F08">
        <w:rPr>
          <w:bCs/>
          <w:szCs w:val="24"/>
          <w:vertAlign w:val="superscript"/>
        </w:rPr>
        <w:t>2</w:t>
      </w:r>
      <w:r w:rsidRPr="00884F08">
        <w:rPr>
          <w:bCs/>
          <w:szCs w:val="24"/>
        </w:rPr>
        <w:t xml:space="preserve"> &lt; 7,5</w:t>
      </w:r>
      <w:r w:rsidR="00686E11">
        <w:rPr>
          <w:bCs/>
          <w:szCs w:val="24"/>
        </w:rPr>
        <w:t> </w:t>
      </w:r>
      <w:r w:rsidRPr="00884F08">
        <w:rPr>
          <w:bCs/>
          <w:szCs w:val="24"/>
        </w:rPr>
        <w:t>km</w:t>
      </w:r>
      <w:r w:rsidRPr="00884F08">
        <w:rPr>
          <w:bCs/>
          <w:szCs w:val="24"/>
          <w:vertAlign w:val="superscript"/>
        </w:rPr>
        <w:t>2</w:t>
      </w:r>
    </w:p>
    <w:p w14:paraId="151050E1" w14:textId="71CACB79" w:rsidR="00EB6624" w:rsidRDefault="00EB6624" w:rsidP="00884F08">
      <w:pPr>
        <w:pStyle w:val="Titre2"/>
      </w:pPr>
      <w:r>
        <w:t>Exercice</w:t>
      </w:r>
      <w:r w:rsidR="00686E11">
        <w:t> </w:t>
      </w:r>
      <w:r w:rsidR="003171F1">
        <w:t>3</w:t>
      </w:r>
    </w:p>
    <w:p w14:paraId="3165C01C" w14:textId="19E368DD" w:rsidR="0028193B" w:rsidRDefault="00EB6624" w:rsidP="00884F08">
      <w:r w:rsidRPr="00EB6624">
        <w:t>Paul possède un jardin d’une superficie de 368</w:t>
      </w:r>
      <w:r w:rsidR="00686E11">
        <w:t> </w:t>
      </w:r>
      <w:r w:rsidRPr="00EB6624">
        <w:t>m</w:t>
      </w:r>
      <w:r w:rsidRPr="00EB6624">
        <w:rPr>
          <w:vertAlign w:val="superscript"/>
        </w:rPr>
        <w:t>2</w:t>
      </w:r>
      <w:r w:rsidRPr="00EB6624">
        <w:t xml:space="preserve">. </w:t>
      </w:r>
      <w:r w:rsidR="00C04507">
        <w:t>Celui de sa voisine, Sabrina</w:t>
      </w:r>
      <w:r w:rsidRPr="00EB6624">
        <w:t>, est recta</w:t>
      </w:r>
      <w:r w:rsidR="00C04507">
        <w:t>ngulaire avec une longueur de 310</w:t>
      </w:r>
      <w:r w:rsidR="00686E11">
        <w:t> </w:t>
      </w:r>
      <w:r w:rsidR="00C04507">
        <w:t xml:space="preserve">dm et une largeur </w:t>
      </w:r>
      <w:r w:rsidR="00581B35">
        <w:t xml:space="preserve">de </w:t>
      </w:r>
      <w:r w:rsidR="00C04507">
        <w:t>90</w:t>
      </w:r>
      <w:r w:rsidR="00686E11">
        <w:t> </w:t>
      </w:r>
      <w:r w:rsidR="00C04507">
        <w:t xml:space="preserve">dm. </w:t>
      </w:r>
    </w:p>
    <w:p w14:paraId="77ACCCBD" w14:textId="303FB52B" w:rsidR="00EB6624" w:rsidRPr="00EB6624" w:rsidRDefault="00C04507" w:rsidP="00884F08">
      <w:r>
        <w:t>Qui possède</w:t>
      </w:r>
      <w:r w:rsidR="00EB6624" w:rsidRPr="00EB6624">
        <w:t xml:space="preserve"> le jardin </w:t>
      </w:r>
      <w:r w:rsidR="0028193B">
        <w:t xml:space="preserve">le </w:t>
      </w:r>
      <w:r w:rsidR="0028193B" w:rsidRPr="00EB6624">
        <w:t xml:space="preserve">plus </w:t>
      </w:r>
      <w:r w:rsidR="0028193B">
        <w:t>vaste</w:t>
      </w:r>
      <w:r w:rsidR="00686E11">
        <w:t> </w:t>
      </w:r>
      <w:r w:rsidR="00EB6624" w:rsidRPr="00EB6624">
        <w:t xml:space="preserve">? </w:t>
      </w:r>
      <w:r w:rsidR="00C47D1C">
        <w:t>Justifier.</w:t>
      </w:r>
    </w:p>
    <w:p w14:paraId="3F336B7C" w14:textId="77777777" w:rsidR="00EB6624" w:rsidRPr="00F2580F" w:rsidRDefault="00EB6624" w:rsidP="00884F08">
      <w:pPr>
        <w:pStyle w:val="Titre1"/>
      </w:pPr>
      <w:r w:rsidRPr="00F2580F">
        <w:t>J</w:t>
      </w:r>
      <w:r>
        <w:t>’approfondis</w:t>
      </w:r>
    </w:p>
    <w:p w14:paraId="0C17BA73" w14:textId="64392E62" w:rsidR="00EB6624" w:rsidRDefault="00EB6624" w:rsidP="00884F08">
      <w:pPr>
        <w:pStyle w:val="Titre2"/>
      </w:pPr>
      <w:r w:rsidRPr="00970DA8">
        <w:t>Exercice </w:t>
      </w:r>
      <w:r w:rsidR="003171F1">
        <w:t>4</w:t>
      </w:r>
    </w:p>
    <w:p w14:paraId="09375AA3" w14:textId="41EEF34D" w:rsidR="00EB6624" w:rsidRPr="00884F08" w:rsidRDefault="00EB6624" w:rsidP="00EB6624">
      <w:pPr>
        <w:spacing w:before="40" w:after="0"/>
        <w:rPr>
          <w:szCs w:val="24"/>
        </w:rPr>
      </w:pPr>
      <w:r w:rsidRPr="00884F08">
        <w:rPr>
          <w:szCs w:val="24"/>
        </w:rPr>
        <w:t>Les égalités sont-elles vraies</w:t>
      </w:r>
      <w:r w:rsidR="00686E11">
        <w:rPr>
          <w:szCs w:val="24"/>
        </w:rPr>
        <w:t> </w:t>
      </w:r>
      <w:r w:rsidRPr="00884F08">
        <w:rPr>
          <w:szCs w:val="24"/>
        </w:rPr>
        <w:t xml:space="preserve">? </w:t>
      </w:r>
      <w:r w:rsidR="004A3757" w:rsidRPr="00884F08">
        <w:rPr>
          <w:szCs w:val="24"/>
        </w:rPr>
        <w:t>Justifier et, s</w:t>
      </w:r>
      <w:r w:rsidRPr="00884F08">
        <w:rPr>
          <w:szCs w:val="24"/>
        </w:rPr>
        <w:t>i nécessaire, corriger le résultat.</w:t>
      </w:r>
    </w:p>
    <w:p w14:paraId="14F81A73" w14:textId="17069D99" w:rsidR="004249D6" w:rsidRPr="00884F08" w:rsidRDefault="00EB6624" w:rsidP="00153D6E">
      <w:pPr>
        <w:pStyle w:val="Paragraphedeliste"/>
        <w:numPr>
          <w:ilvl w:val="0"/>
          <w:numId w:val="20"/>
        </w:numPr>
        <w:spacing w:before="40" w:after="0"/>
        <w:rPr>
          <w:szCs w:val="24"/>
          <w:lang w:val="en-US"/>
        </w:rPr>
      </w:pPr>
      <w:r w:rsidRPr="00884F08">
        <w:rPr>
          <w:szCs w:val="24"/>
          <w:lang w:val="en-US"/>
        </w:rPr>
        <w:t>27</w:t>
      </w:r>
      <w:r w:rsidR="00686E11">
        <w:rPr>
          <w:szCs w:val="24"/>
          <w:lang w:val="en-US"/>
        </w:rPr>
        <w:t> </w:t>
      </w:r>
      <w:r w:rsidRPr="00884F08">
        <w:rPr>
          <w:szCs w:val="24"/>
          <w:lang w:val="en-US"/>
        </w:rPr>
        <w:t>cm</w:t>
      </w:r>
      <w:r w:rsidRPr="00884F08">
        <w:rPr>
          <w:szCs w:val="24"/>
          <w:vertAlign w:val="superscript"/>
          <w:lang w:val="en-US"/>
        </w:rPr>
        <w:t>2</w:t>
      </w:r>
      <w:r w:rsidRPr="00884F08">
        <w:rPr>
          <w:szCs w:val="24"/>
          <w:lang w:val="en-US"/>
        </w:rPr>
        <w:t xml:space="preserve"> +</w:t>
      </w:r>
      <w:r w:rsidR="00686E11">
        <w:rPr>
          <w:szCs w:val="24"/>
          <w:lang w:val="en-US"/>
        </w:rPr>
        <w:t> </w:t>
      </w:r>
      <w:r w:rsidRPr="00884F08">
        <w:rPr>
          <w:szCs w:val="24"/>
          <w:lang w:val="en-US"/>
        </w:rPr>
        <w:t>1</w:t>
      </w:r>
      <w:r w:rsidR="00686E11">
        <w:rPr>
          <w:szCs w:val="24"/>
          <w:lang w:val="en-US"/>
        </w:rPr>
        <w:t> </w:t>
      </w:r>
      <w:r w:rsidRPr="00884F08">
        <w:rPr>
          <w:szCs w:val="24"/>
          <w:lang w:val="en-US"/>
        </w:rPr>
        <w:t>mm</w:t>
      </w:r>
      <w:r w:rsidRPr="00884F08">
        <w:rPr>
          <w:szCs w:val="24"/>
          <w:vertAlign w:val="superscript"/>
          <w:lang w:val="en-US"/>
        </w:rPr>
        <w:t>2</w:t>
      </w:r>
      <w:r w:rsidRPr="00884F08">
        <w:rPr>
          <w:szCs w:val="24"/>
          <w:lang w:val="en-US"/>
        </w:rPr>
        <w:t xml:space="preserve"> = 28</w:t>
      </w:r>
      <w:r w:rsidR="00686E11">
        <w:rPr>
          <w:szCs w:val="24"/>
          <w:lang w:val="en-US"/>
        </w:rPr>
        <w:t> </w:t>
      </w:r>
      <w:r w:rsidRPr="00884F08">
        <w:rPr>
          <w:szCs w:val="24"/>
          <w:lang w:val="en-US"/>
        </w:rPr>
        <w:t>cm</w:t>
      </w:r>
      <w:r w:rsidRPr="00884F08">
        <w:rPr>
          <w:szCs w:val="24"/>
          <w:vertAlign w:val="superscript"/>
          <w:lang w:val="en-US"/>
        </w:rPr>
        <w:t>2</w:t>
      </w:r>
    </w:p>
    <w:p w14:paraId="1F9A7758" w14:textId="6482D433" w:rsidR="004249D6" w:rsidRPr="00884F08" w:rsidRDefault="00EB6624" w:rsidP="00E527D9">
      <w:pPr>
        <w:pStyle w:val="Paragraphedeliste"/>
        <w:numPr>
          <w:ilvl w:val="0"/>
          <w:numId w:val="20"/>
        </w:numPr>
        <w:spacing w:before="40" w:after="0"/>
        <w:rPr>
          <w:szCs w:val="24"/>
        </w:rPr>
      </w:pPr>
      <w:r w:rsidRPr="00884F08">
        <w:rPr>
          <w:szCs w:val="24"/>
          <w:lang w:val="en-US"/>
        </w:rPr>
        <w:t>13</w:t>
      </w:r>
      <w:r w:rsidR="00686E11">
        <w:rPr>
          <w:szCs w:val="24"/>
          <w:lang w:val="en-US"/>
        </w:rPr>
        <w:t> min 2 s</w:t>
      </w:r>
      <w:r w:rsidRPr="00884F08">
        <w:rPr>
          <w:szCs w:val="24"/>
          <w:lang w:val="en-US"/>
        </w:rPr>
        <w:t xml:space="preserve"> + 4</w:t>
      </w:r>
      <w:r w:rsidR="00686E11">
        <w:rPr>
          <w:szCs w:val="24"/>
          <w:lang w:val="en-US"/>
        </w:rPr>
        <w:t> </w:t>
      </w:r>
      <w:r w:rsidRPr="00884F08">
        <w:rPr>
          <w:szCs w:val="24"/>
          <w:lang w:val="en-US"/>
        </w:rPr>
        <w:t>dm</w:t>
      </w:r>
      <w:r w:rsidRPr="00884F08">
        <w:rPr>
          <w:szCs w:val="24"/>
          <w:vertAlign w:val="superscript"/>
          <w:lang w:val="en-US"/>
        </w:rPr>
        <w:t>2</w:t>
      </w:r>
      <w:r w:rsidRPr="00884F08">
        <w:rPr>
          <w:szCs w:val="24"/>
          <w:lang w:val="en-US"/>
        </w:rPr>
        <w:t xml:space="preserve"> = 1</w:t>
      </w:r>
      <w:r w:rsidR="00686E11">
        <w:rPr>
          <w:szCs w:val="24"/>
          <w:lang w:val="en-US"/>
        </w:rPr>
        <w:t> </w:t>
      </w:r>
      <w:r w:rsidRPr="00884F08">
        <w:rPr>
          <w:szCs w:val="24"/>
          <w:lang w:val="en-US"/>
        </w:rPr>
        <w:t>304</w:t>
      </w:r>
      <w:r w:rsidR="00686E11">
        <w:rPr>
          <w:szCs w:val="24"/>
          <w:lang w:val="en-US"/>
        </w:rPr>
        <w:t> </w:t>
      </w:r>
      <w:r w:rsidRPr="00884F08">
        <w:rPr>
          <w:szCs w:val="24"/>
          <w:lang w:val="en-US"/>
        </w:rPr>
        <w:t>dm</w:t>
      </w:r>
      <w:r w:rsidRPr="00884F08">
        <w:rPr>
          <w:szCs w:val="24"/>
          <w:vertAlign w:val="superscript"/>
          <w:lang w:val="en-US"/>
        </w:rPr>
        <w:t>2</w:t>
      </w:r>
    </w:p>
    <w:p w14:paraId="370A29B3" w14:textId="672F260F" w:rsidR="004249D6" w:rsidRPr="00884F08" w:rsidRDefault="00EB6624" w:rsidP="00FE67AF">
      <w:pPr>
        <w:pStyle w:val="Paragraphedeliste"/>
        <w:numPr>
          <w:ilvl w:val="0"/>
          <w:numId w:val="20"/>
        </w:numPr>
        <w:spacing w:before="40" w:after="0"/>
        <w:rPr>
          <w:szCs w:val="24"/>
        </w:rPr>
      </w:pPr>
      <w:r w:rsidRPr="00884F08">
        <w:rPr>
          <w:szCs w:val="24"/>
        </w:rPr>
        <w:t>1</w:t>
      </w:r>
      <w:r w:rsidR="00686E11">
        <w:rPr>
          <w:szCs w:val="24"/>
        </w:rPr>
        <w:t> </w:t>
      </w:r>
      <w:r w:rsidRPr="00884F08">
        <w:rPr>
          <w:szCs w:val="24"/>
        </w:rPr>
        <w:t>cm</w:t>
      </w:r>
      <w:r w:rsidRPr="00884F08">
        <w:rPr>
          <w:szCs w:val="24"/>
          <w:vertAlign w:val="superscript"/>
        </w:rPr>
        <w:t>2</w:t>
      </w:r>
      <w:r w:rsidRPr="00884F08">
        <w:rPr>
          <w:szCs w:val="24"/>
        </w:rPr>
        <w:t xml:space="preserve"> – 1</w:t>
      </w:r>
      <w:r w:rsidR="00686E11">
        <w:rPr>
          <w:szCs w:val="24"/>
        </w:rPr>
        <w:t> </w:t>
      </w:r>
      <w:r w:rsidRPr="00884F08">
        <w:rPr>
          <w:szCs w:val="24"/>
        </w:rPr>
        <w:t>mm</w:t>
      </w:r>
      <w:r w:rsidRPr="00884F08">
        <w:rPr>
          <w:szCs w:val="24"/>
          <w:vertAlign w:val="superscript"/>
        </w:rPr>
        <w:t>2</w:t>
      </w:r>
      <w:r w:rsidRPr="00884F08">
        <w:rPr>
          <w:szCs w:val="24"/>
        </w:rPr>
        <w:t xml:space="preserve"> = 99</w:t>
      </w:r>
      <w:r w:rsidR="00686E11">
        <w:rPr>
          <w:szCs w:val="24"/>
        </w:rPr>
        <w:t> </w:t>
      </w:r>
      <w:r w:rsidRPr="00884F08">
        <w:rPr>
          <w:szCs w:val="24"/>
        </w:rPr>
        <w:t>mm</w:t>
      </w:r>
      <w:r w:rsidRPr="00884F08">
        <w:rPr>
          <w:szCs w:val="24"/>
          <w:vertAlign w:val="superscript"/>
        </w:rPr>
        <w:t>2</w:t>
      </w:r>
    </w:p>
    <w:p w14:paraId="1DADE63B" w14:textId="59431BA8" w:rsidR="00E32D29" w:rsidRPr="00884F08" w:rsidRDefault="00EB6624" w:rsidP="00884F08">
      <w:pPr>
        <w:pStyle w:val="Paragraphedeliste"/>
        <w:numPr>
          <w:ilvl w:val="0"/>
          <w:numId w:val="20"/>
        </w:numPr>
        <w:spacing w:before="100" w:after="100"/>
        <w:rPr>
          <w:sz w:val="32"/>
          <w:szCs w:val="32"/>
        </w:rPr>
      </w:pPr>
      <w:r w:rsidRPr="00884F08">
        <w:rPr>
          <w:szCs w:val="24"/>
        </w:rPr>
        <w:t>35</w:t>
      </w:r>
      <w:r w:rsidR="00686E11">
        <w:rPr>
          <w:szCs w:val="24"/>
        </w:rPr>
        <w:t> </w:t>
      </w:r>
      <w:r w:rsidRPr="00884F08">
        <w:rPr>
          <w:szCs w:val="24"/>
        </w:rPr>
        <w:t>km</w:t>
      </w:r>
      <w:r w:rsidRPr="00884F08">
        <w:rPr>
          <w:szCs w:val="24"/>
          <w:vertAlign w:val="superscript"/>
        </w:rPr>
        <w:t>2</w:t>
      </w:r>
      <w:r w:rsidRPr="00884F08">
        <w:rPr>
          <w:szCs w:val="24"/>
        </w:rPr>
        <w:t xml:space="preserve"> +</w:t>
      </w:r>
      <w:r w:rsidR="00686E11">
        <w:rPr>
          <w:szCs w:val="24"/>
        </w:rPr>
        <w:t> </w:t>
      </w:r>
      <w:r w:rsidRPr="00884F08">
        <w:rPr>
          <w:szCs w:val="24"/>
        </w:rPr>
        <w:t>22</w:t>
      </w:r>
      <w:r w:rsidR="00686E11">
        <w:rPr>
          <w:szCs w:val="24"/>
        </w:rPr>
        <w:t> </w:t>
      </w:r>
      <w:r w:rsidRPr="00884F08">
        <w:rPr>
          <w:szCs w:val="24"/>
        </w:rPr>
        <w:t>dam</w:t>
      </w:r>
      <w:r w:rsidRPr="00884F08">
        <w:rPr>
          <w:szCs w:val="24"/>
          <w:vertAlign w:val="superscript"/>
        </w:rPr>
        <w:t>2</w:t>
      </w:r>
      <w:r w:rsidRPr="00884F08">
        <w:rPr>
          <w:szCs w:val="24"/>
        </w:rPr>
        <w:t xml:space="preserve"> = 3</w:t>
      </w:r>
      <w:r w:rsidR="00686E11">
        <w:rPr>
          <w:szCs w:val="24"/>
        </w:rPr>
        <w:t> </w:t>
      </w:r>
      <w:r w:rsidRPr="00884F08">
        <w:rPr>
          <w:szCs w:val="24"/>
        </w:rPr>
        <w:t>522</w:t>
      </w:r>
      <w:r w:rsidR="00686E11">
        <w:rPr>
          <w:szCs w:val="24"/>
        </w:rPr>
        <w:t> </w:t>
      </w:r>
      <w:r w:rsidRPr="00884F08">
        <w:rPr>
          <w:szCs w:val="24"/>
        </w:rPr>
        <w:t>dam</w:t>
      </w:r>
      <w:r w:rsidRPr="00884F08">
        <w:rPr>
          <w:szCs w:val="24"/>
          <w:vertAlign w:val="superscript"/>
        </w:rPr>
        <w:t>2</w:t>
      </w:r>
    </w:p>
    <w:sectPr w:rsidR="00E32D29" w:rsidRPr="00884F08" w:rsidSect="00884F08">
      <w:type w:val="continuous"/>
      <w:pgSz w:w="11906" w:h="16838" w:code="9"/>
      <w:pgMar w:top="567" w:right="680" w:bottom="567" w:left="680" w:header="709" w:footer="709" w:gutter="0"/>
      <w:cols w:space="4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790B8" w14:textId="77777777" w:rsidR="009626B7" w:rsidRDefault="009626B7" w:rsidP="00686E11">
      <w:pPr>
        <w:spacing w:before="0" w:after="0"/>
      </w:pPr>
      <w:r>
        <w:separator/>
      </w:r>
    </w:p>
  </w:endnote>
  <w:endnote w:type="continuationSeparator" w:id="0">
    <w:p w14:paraId="7A2A6E36" w14:textId="77777777" w:rsidR="009626B7" w:rsidRDefault="009626B7" w:rsidP="00686E1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lib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9EF9E" w14:textId="77777777" w:rsidR="009626B7" w:rsidRDefault="009626B7" w:rsidP="00686E11">
      <w:pPr>
        <w:spacing w:before="0" w:after="0"/>
      </w:pPr>
      <w:r>
        <w:separator/>
      </w:r>
    </w:p>
  </w:footnote>
  <w:footnote w:type="continuationSeparator" w:id="0">
    <w:p w14:paraId="7EBAD378" w14:textId="77777777" w:rsidR="009626B7" w:rsidRDefault="009626B7" w:rsidP="00686E1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7pt;height:19.5pt;visibility:visible;mso-wrap-style:square" o:bullet="t">
        <v:imagedata r:id="rId1" o:title=""/>
      </v:shape>
    </w:pict>
  </w:numPicBullet>
  <w:abstractNum w:abstractNumId="0" w15:restartNumberingAfterBreak="0">
    <w:nsid w:val="0AC6010F"/>
    <w:multiLevelType w:val="hybridMultilevel"/>
    <w:tmpl w:val="FD36B5F4"/>
    <w:lvl w:ilvl="0" w:tplc="C0225DD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6270"/>
    <w:multiLevelType w:val="hybridMultilevel"/>
    <w:tmpl w:val="6B1EE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3388A"/>
    <w:multiLevelType w:val="hybridMultilevel"/>
    <w:tmpl w:val="1BF4B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B4127"/>
    <w:multiLevelType w:val="hybridMultilevel"/>
    <w:tmpl w:val="727ED31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22CCC"/>
    <w:multiLevelType w:val="hybridMultilevel"/>
    <w:tmpl w:val="A8043AA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16B93"/>
    <w:multiLevelType w:val="hybridMultilevel"/>
    <w:tmpl w:val="531002FE"/>
    <w:lvl w:ilvl="0" w:tplc="E2487D0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D28EC"/>
    <w:multiLevelType w:val="hybridMultilevel"/>
    <w:tmpl w:val="85ACB21A"/>
    <w:lvl w:ilvl="0" w:tplc="189A2F3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E00F1"/>
    <w:multiLevelType w:val="hybridMultilevel"/>
    <w:tmpl w:val="EFC889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C3D3B"/>
    <w:multiLevelType w:val="hybridMultilevel"/>
    <w:tmpl w:val="AC7CAE7A"/>
    <w:lvl w:ilvl="0" w:tplc="FC84DBD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sz w:val="28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2447"/>
    <w:multiLevelType w:val="hybridMultilevel"/>
    <w:tmpl w:val="E7D8EF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A3E7E"/>
    <w:multiLevelType w:val="hybridMultilevel"/>
    <w:tmpl w:val="46FE0F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045B9"/>
    <w:multiLevelType w:val="hybridMultilevel"/>
    <w:tmpl w:val="357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E2F0E"/>
    <w:multiLevelType w:val="hybridMultilevel"/>
    <w:tmpl w:val="A67210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94769"/>
    <w:multiLevelType w:val="hybridMultilevel"/>
    <w:tmpl w:val="A8BCC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85CA4"/>
    <w:multiLevelType w:val="hybridMultilevel"/>
    <w:tmpl w:val="75384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D11F7"/>
    <w:multiLevelType w:val="hybridMultilevel"/>
    <w:tmpl w:val="C7F8F9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BC74A9"/>
    <w:multiLevelType w:val="hybridMultilevel"/>
    <w:tmpl w:val="686453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837B5"/>
    <w:multiLevelType w:val="hybridMultilevel"/>
    <w:tmpl w:val="4A5AD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278FC"/>
    <w:multiLevelType w:val="hybridMultilevel"/>
    <w:tmpl w:val="3904E1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D2704"/>
    <w:multiLevelType w:val="hybridMultilevel"/>
    <w:tmpl w:val="86D29B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B4737"/>
    <w:multiLevelType w:val="hybridMultilevel"/>
    <w:tmpl w:val="7E4A38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65691"/>
    <w:multiLevelType w:val="hybridMultilevel"/>
    <w:tmpl w:val="1E6A19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96ED4"/>
    <w:multiLevelType w:val="hybridMultilevel"/>
    <w:tmpl w:val="54A2350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B65B1"/>
    <w:multiLevelType w:val="hybridMultilevel"/>
    <w:tmpl w:val="A67210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8"/>
  </w:num>
  <w:num w:numId="4">
    <w:abstractNumId w:val="13"/>
  </w:num>
  <w:num w:numId="5">
    <w:abstractNumId w:val="3"/>
  </w:num>
  <w:num w:numId="6">
    <w:abstractNumId w:val="0"/>
  </w:num>
  <w:num w:numId="7">
    <w:abstractNumId w:val="21"/>
  </w:num>
  <w:num w:numId="8">
    <w:abstractNumId w:val="2"/>
  </w:num>
  <w:num w:numId="9">
    <w:abstractNumId w:val="27"/>
  </w:num>
  <w:num w:numId="10">
    <w:abstractNumId w:val="15"/>
  </w:num>
  <w:num w:numId="11">
    <w:abstractNumId w:val="10"/>
  </w:num>
  <w:num w:numId="12">
    <w:abstractNumId w:val="22"/>
  </w:num>
  <w:num w:numId="13">
    <w:abstractNumId w:val="16"/>
  </w:num>
  <w:num w:numId="14">
    <w:abstractNumId w:val="24"/>
  </w:num>
  <w:num w:numId="15">
    <w:abstractNumId w:val="30"/>
  </w:num>
  <w:num w:numId="16">
    <w:abstractNumId w:val="4"/>
  </w:num>
  <w:num w:numId="17">
    <w:abstractNumId w:val="17"/>
  </w:num>
  <w:num w:numId="18">
    <w:abstractNumId w:val="32"/>
  </w:num>
  <w:num w:numId="19">
    <w:abstractNumId w:val="29"/>
  </w:num>
  <w:num w:numId="20">
    <w:abstractNumId w:val="9"/>
  </w:num>
  <w:num w:numId="21">
    <w:abstractNumId w:val="26"/>
  </w:num>
  <w:num w:numId="22">
    <w:abstractNumId w:val="25"/>
  </w:num>
  <w:num w:numId="23">
    <w:abstractNumId w:val="5"/>
  </w:num>
  <w:num w:numId="24">
    <w:abstractNumId w:val="6"/>
  </w:num>
  <w:num w:numId="25">
    <w:abstractNumId w:val="19"/>
  </w:num>
  <w:num w:numId="26">
    <w:abstractNumId w:val="7"/>
  </w:num>
  <w:num w:numId="27">
    <w:abstractNumId w:val="31"/>
  </w:num>
  <w:num w:numId="28">
    <w:abstractNumId w:val="14"/>
  </w:num>
  <w:num w:numId="29">
    <w:abstractNumId w:val="18"/>
  </w:num>
  <w:num w:numId="30">
    <w:abstractNumId w:val="33"/>
  </w:num>
  <w:num w:numId="31">
    <w:abstractNumId w:val="20"/>
  </w:num>
  <w:num w:numId="32">
    <w:abstractNumId w:val="12"/>
  </w:num>
  <w:num w:numId="33">
    <w:abstractNumId w:val="1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C4"/>
    <w:rsid w:val="0002609A"/>
    <w:rsid w:val="00030DCD"/>
    <w:rsid w:val="00031AE3"/>
    <w:rsid w:val="000435B9"/>
    <w:rsid w:val="00071B0A"/>
    <w:rsid w:val="00072DDB"/>
    <w:rsid w:val="00086DCE"/>
    <w:rsid w:val="000E2A87"/>
    <w:rsid w:val="00125D01"/>
    <w:rsid w:val="00126711"/>
    <w:rsid w:val="00157746"/>
    <w:rsid w:val="001A0583"/>
    <w:rsid w:val="001C26B0"/>
    <w:rsid w:val="001D6646"/>
    <w:rsid w:val="001D6DEB"/>
    <w:rsid w:val="001D76AA"/>
    <w:rsid w:val="001E5FE9"/>
    <w:rsid w:val="001E7466"/>
    <w:rsid w:val="001F5CDB"/>
    <w:rsid w:val="00222714"/>
    <w:rsid w:val="0028193B"/>
    <w:rsid w:val="002A5B24"/>
    <w:rsid w:val="002B0255"/>
    <w:rsid w:val="002E1B62"/>
    <w:rsid w:val="002E51C0"/>
    <w:rsid w:val="002F3B6F"/>
    <w:rsid w:val="002F5B0D"/>
    <w:rsid w:val="002F78C4"/>
    <w:rsid w:val="00301B82"/>
    <w:rsid w:val="003101CC"/>
    <w:rsid w:val="003171F1"/>
    <w:rsid w:val="00325963"/>
    <w:rsid w:val="00360EF3"/>
    <w:rsid w:val="00371D3B"/>
    <w:rsid w:val="003944AF"/>
    <w:rsid w:val="003A3C11"/>
    <w:rsid w:val="003B263B"/>
    <w:rsid w:val="003E4150"/>
    <w:rsid w:val="00403DD1"/>
    <w:rsid w:val="004249D6"/>
    <w:rsid w:val="00425015"/>
    <w:rsid w:val="00474E9B"/>
    <w:rsid w:val="004A3757"/>
    <w:rsid w:val="004E5D91"/>
    <w:rsid w:val="004F696D"/>
    <w:rsid w:val="00510AE0"/>
    <w:rsid w:val="005150DE"/>
    <w:rsid w:val="00522214"/>
    <w:rsid w:val="00525531"/>
    <w:rsid w:val="00536F22"/>
    <w:rsid w:val="00557FDA"/>
    <w:rsid w:val="00560572"/>
    <w:rsid w:val="00566C5E"/>
    <w:rsid w:val="00581B35"/>
    <w:rsid w:val="005A09EA"/>
    <w:rsid w:val="005B6057"/>
    <w:rsid w:val="005C2B60"/>
    <w:rsid w:val="005C5F82"/>
    <w:rsid w:val="005C7D65"/>
    <w:rsid w:val="005F0000"/>
    <w:rsid w:val="0060418A"/>
    <w:rsid w:val="00605D25"/>
    <w:rsid w:val="00624EB3"/>
    <w:rsid w:val="00676415"/>
    <w:rsid w:val="00686E11"/>
    <w:rsid w:val="0069540D"/>
    <w:rsid w:val="006A68B0"/>
    <w:rsid w:val="006E3347"/>
    <w:rsid w:val="0070492A"/>
    <w:rsid w:val="00707605"/>
    <w:rsid w:val="00730C19"/>
    <w:rsid w:val="00741B8B"/>
    <w:rsid w:val="00750FEE"/>
    <w:rsid w:val="0075735C"/>
    <w:rsid w:val="00782ADE"/>
    <w:rsid w:val="007906BD"/>
    <w:rsid w:val="007C7E0E"/>
    <w:rsid w:val="007F7BDB"/>
    <w:rsid w:val="00860601"/>
    <w:rsid w:val="00884F08"/>
    <w:rsid w:val="008866D5"/>
    <w:rsid w:val="00886853"/>
    <w:rsid w:val="008A21FB"/>
    <w:rsid w:val="008B4EBA"/>
    <w:rsid w:val="008B5551"/>
    <w:rsid w:val="008B6AFA"/>
    <w:rsid w:val="008C173F"/>
    <w:rsid w:val="008E4A77"/>
    <w:rsid w:val="008F588C"/>
    <w:rsid w:val="00903EDC"/>
    <w:rsid w:val="00931BD4"/>
    <w:rsid w:val="00942B1D"/>
    <w:rsid w:val="009479C0"/>
    <w:rsid w:val="00957083"/>
    <w:rsid w:val="00961942"/>
    <w:rsid w:val="0096230F"/>
    <w:rsid w:val="009626B7"/>
    <w:rsid w:val="00970DA8"/>
    <w:rsid w:val="009870E8"/>
    <w:rsid w:val="009A503E"/>
    <w:rsid w:val="009A5886"/>
    <w:rsid w:val="009A6D92"/>
    <w:rsid w:val="009B4317"/>
    <w:rsid w:val="009D0BEB"/>
    <w:rsid w:val="009F0D01"/>
    <w:rsid w:val="009F5A63"/>
    <w:rsid w:val="00A02B56"/>
    <w:rsid w:val="00A23BF5"/>
    <w:rsid w:val="00A33E67"/>
    <w:rsid w:val="00A400AB"/>
    <w:rsid w:val="00A4360F"/>
    <w:rsid w:val="00A846AB"/>
    <w:rsid w:val="00A931FD"/>
    <w:rsid w:val="00AC42C0"/>
    <w:rsid w:val="00AF1706"/>
    <w:rsid w:val="00AF2F48"/>
    <w:rsid w:val="00B16BFC"/>
    <w:rsid w:val="00B32B45"/>
    <w:rsid w:val="00B54085"/>
    <w:rsid w:val="00B6014F"/>
    <w:rsid w:val="00B61B7B"/>
    <w:rsid w:val="00B640FB"/>
    <w:rsid w:val="00B66969"/>
    <w:rsid w:val="00B67657"/>
    <w:rsid w:val="00B7380A"/>
    <w:rsid w:val="00BA725F"/>
    <w:rsid w:val="00BA7901"/>
    <w:rsid w:val="00BA7FED"/>
    <w:rsid w:val="00BD3308"/>
    <w:rsid w:val="00BF45A4"/>
    <w:rsid w:val="00BF51FC"/>
    <w:rsid w:val="00C04507"/>
    <w:rsid w:val="00C11E7C"/>
    <w:rsid w:val="00C3172B"/>
    <w:rsid w:val="00C44F41"/>
    <w:rsid w:val="00C47D1C"/>
    <w:rsid w:val="00C56E1C"/>
    <w:rsid w:val="00C73606"/>
    <w:rsid w:val="00C7491F"/>
    <w:rsid w:val="00C77172"/>
    <w:rsid w:val="00C91DA0"/>
    <w:rsid w:val="00CD2333"/>
    <w:rsid w:val="00CD4D46"/>
    <w:rsid w:val="00CE2A60"/>
    <w:rsid w:val="00D12F8B"/>
    <w:rsid w:val="00D46D1A"/>
    <w:rsid w:val="00D62659"/>
    <w:rsid w:val="00D70889"/>
    <w:rsid w:val="00D75EF6"/>
    <w:rsid w:val="00DA5E77"/>
    <w:rsid w:val="00DD11CE"/>
    <w:rsid w:val="00DD206C"/>
    <w:rsid w:val="00DD4BF8"/>
    <w:rsid w:val="00DD62E8"/>
    <w:rsid w:val="00E24FD6"/>
    <w:rsid w:val="00E32D29"/>
    <w:rsid w:val="00E50D63"/>
    <w:rsid w:val="00E75775"/>
    <w:rsid w:val="00EA1520"/>
    <w:rsid w:val="00EB6624"/>
    <w:rsid w:val="00EC030A"/>
    <w:rsid w:val="00EC2A39"/>
    <w:rsid w:val="00EC6263"/>
    <w:rsid w:val="00F01D53"/>
    <w:rsid w:val="00F16021"/>
    <w:rsid w:val="00F2580F"/>
    <w:rsid w:val="00F46E83"/>
    <w:rsid w:val="00F52B12"/>
    <w:rsid w:val="00F60465"/>
    <w:rsid w:val="00F8094A"/>
    <w:rsid w:val="00FC0B3D"/>
    <w:rsid w:val="00FD75F4"/>
    <w:rsid w:val="00FE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E470D0"/>
  <w15:chartTrackingRefBased/>
  <w15:docId w15:val="{EA02D8AC-42D9-429F-AFFE-4D9F3CA7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1CE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DD11CE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11CE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11CE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D11C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11C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D11CE"/>
    <w:rPr>
      <w:color w:val="808080"/>
    </w:rPr>
  </w:style>
  <w:style w:type="paragraph" w:styleId="Paragraphedeliste">
    <w:name w:val="List Paragraph"/>
    <w:basedOn w:val="Normal"/>
    <w:uiPriority w:val="34"/>
    <w:rsid w:val="00DD11CE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D0B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0BE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D0B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0B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0BE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BE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BEB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uiPriority w:val="9"/>
    <w:rsid w:val="00DD11CE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DD11CE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DD11CE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DD11CE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DD11CE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DD11CE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DD11CE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DD11CE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DD11CE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DD11CE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DD11CE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DD11CE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DD11CE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D11CE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DD11CE"/>
    <w:rPr>
      <w:color w:val="0000FF"/>
      <w:u w:val="single"/>
    </w:rPr>
  </w:style>
  <w:style w:type="paragraph" w:customStyle="1" w:styleId="Encartgras">
    <w:name w:val="Encart gras"/>
    <w:basedOn w:val="Normal"/>
    <w:qFormat/>
    <w:rsid w:val="00DD11CE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DD11CE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DD11CE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DD11CE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DD11CE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686E1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686E11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784A5-686B-4369-B01E-1550D496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73</TotalTime>
  <Pages>4</Pages>
  <Words>812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VERDIER</dc:creator>
  <cp:keywords/>
  <dc:description/>
  <cp:lastModifiedBy>JEROME SAVIDAN</cp:lastModifiedBy>
  <cp:revision>29</cp:revision>
  <cp:lastPrinted>2023-06-09T13:46:00Z</cp:lastPrinted>
  <dcterms:created xsi:type="dcterms:W3CDTF">2023-06-29T16:19:00Z</dcterms:created>
  <dcterms:modified xsi:type="dcterms:W3CDTF">2023-08-25T11:34:00Z</dcterms:modified>
</cp:coreProperties>
</file>